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09"/>
      </w:tblGrid>
      <w:tr w:rsidR="009C5C1A" w14:paraId="1241E774" w14:textId="77777777" w:rsidTr="00581153">
        <w:trPr>
          <w:trHeight w:val="283"/>
        </w:trPr>
        <w:tc>
          <w:tcPr>
            <w:tcW w:w="1985" w:type="dxa"/>
            <w:hideMark/>
          </w:tcPr>
          <w:p w14:paraId="042AA781" w14:textId="1ACF3DE2" w:rsidR="009C5C1A" w:rsidRDefault="009C5C1A">
            <w:pPr>
              <w:pStyle w:val="Randtitel"/>
            </w:pPr>
            <w:r>
              <w:t>Submission</w:t>
            </w:r>
          </w:p>
        </w:tc>
        <w:tc>
          <w:tcPr>
            <w:tcW w:w="8509" w:type="dxa"/>
            <w:hideMark/>
          </w:tcPr>
          <w:p w14:paraId="7368B057" w14:textId="79BA4A6D" w:rsidR="009C5C1A" w:rsidRDefault="00496D27" w:rsidP="00331FD0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 xml:space="preserve">Submission </w:t>
            </w:r>
            <w:r w:rsidR="006D4EA8">
              <w:rPr>
                <w:rStyle w:val="Grundtextfett"/>
                <w:color w:val="00B0F0"/>
              </w:rPr>
              <w:t xml:space="preserve">im </w:t>
            </w:r>
            <w:r w:rsidR="00B62CB7">
              <w:rPr>
                <w:rStyle w:val="Grundtextfett"/>
                <w:color w:val="00B0F0"/>
              </w:rPr>
              <w:t>selektiven</w:t>
            </w:r>
            <w:r w:rsidR="006D4EA8">
              <w:rPr>
                <w:rStyle w:val="Grundtextfett"/>
                <w:color w:val="00B0F0"/>
              </w:rPr>
              <w:t xml:space="preserve"> Verfahren</w:t>
            </w:r>
          </w:p>
        </w:tc>
      </w:tr>
      <w:tr w:rsidR="009C5C1A" w14:paraId="0AC1E6C0" w14:textId="77777777" w:rsidTr="00581153">
        <w:trPr>
          <w:trHeight w:val="702"/>
        </w:trPr>
        <w:tc>
          <w:tcPr>
            <w:tcW w:w="1985" w:type="dxa"/>
            <w:hideMark/>
          </w:tcPr>
          <w:p w14:paraId="05590BB6" w14:textId="77777777" w:rsidR="009C5C1A" w:rsidRDefault="009C5C1A">
            <w:pPr>
              <w:pStyle w:val="Randtitel"/>
            </w:pPr>
            <w:r>
              <w:t>Bauvorhaben</w:t>
            </w:r>
          </w:p>
        </w:tc>
        <w:tc>
          <w:tcPr>
            <w:tcW w:w="8509" w:type="dxa"/>
            <w:hideMark/>
          </w:tcPr>
          <w:p w14:paraId="4422EBEE" w14:textId="5EDD5916" w:rsidR="009C5C1A" w:rsidRDefault="00C73839" w:rsidP="005526CC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Rahmenvertrag QS</w:t>
            </w:r>
          </w:p>
        </w:tc>
      </w:tr>
      <w:tr w:rsidR="009C5C1A" w14:paraId="64198E88" w14:textId="77777777" w:rsidTr="00581153">
        <w:trPr>
          <w:trHeight w:val="1102"/>
        </w:trPr>
        <w:tc>
          <w:tcPr>
            <w:tcW w:w="1985" w:type="dxa"/>
            <w:vAlign w:val="bottom"/>
          </w:tcPr>
          <w:p w14:paraId="4BBE0CB2" w14:textId="77777777" w:rsidR="009C5C1A" w:rsidRDefault="009C5C1A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  <w:p w14:paraId="54F9E44D" w14:textId="77777777" w:rsidR="009C5C1A" w:rsidRDefault="009C5C1A" w:rsidP="009C5C1A">
            <w:pPr>
              <w:pStyle w:val="berschrift4"/>
              <w:spacing w:line="240" w:lineRule="auto"/>
              <w:rPr>
                <w:szCs w:val="21"/>
              </w:rPr>
            </w:pPr>
          </w:p>
        </w:tc>
        <w:tc>
          <w:tcPr>
            <w:tcW w:w="8509" w:type="dxa"/>
            <w:vAlign w:val="bottom"/>
            <w:hideMark/>
          </w:tcPr>
          <w:p w14:paraId="11B83D6F" w14:textId="77777777" w:rsidR="009C5C1A" w:rsidRPr="009C5C1A" w:rsidRDefault="00F04A52" w:rsidP="009C5C1A">
            <w:pPr>
              <w:pStyle w:val="berschrift4"/>
              <w:spacing w:line="240" w:lineRule="auto"/>
              <w:rPr>
                <w:rStyle w:val="Grundtextfett"/>
                <w:sz w:val="36"/>
                <w:szCs w:val="36"/>
              </w:rPr>
            </w:pPr>
            <w:r>
              <w:rPr>
                <w:rStyle w:val="Grundtextfett"/>
                <w:sz w:val="36"/>
                <w:szCs w:val="36"/>
              </w:rPr>
              <w:t xml:space="preserve">AnbieterIn: </w:t>
            </w:r>
            <w:r w:rsidR="009C5C1A" w:rsidRPr="009C5C1A">
              <w:rPr>
                <w:rStyle w:val="Grundtextfett"/>
                <w:rFonts w:eastAsia="Times New Roman" w:cs="Arial"/>
                <w:bCs w:val="0"/>
                <w:iCs w:val="0"/>
                <w:color w:val="00B0F0"/>
                <w:sz w:val="36"/>
                <w:szCs w:val="36"/>
              </w:rPr>
              <w:t>QS-Leitung</w:t>
            </w:r>
          </w:p>
        </w:tc>
      </w:tr>
      <w:tr w:rsidR="009C5C1A" w14:paraId="094DA830" w14:textId="77777777" w:rsidTr="00581153">
        <w:trPr>
          <w:trHeight w:val="357"/>
        </w:trPr>
        <w:tc>
          <w:tcPr>
            <w:tcW w:w="1985" w:type="dxa"/>
            <w:vAlign w:val="bottom"/>
            <w:hideMark/>
          </w:tcPr>
          <w:p w14:paraId="437DF4FC" w14:textId="77777777" w:rsidR="009C5C1A" w:rsidRDefault="009C5C1A">
            <w:pPr>
              <w:pStyle w:val="Randtitel"/>
              <w:spacing w:line="180" w:lineRule="exact"/>
            </w:pPr>
            <w:r>
              <w:t>Name/Firma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2C51DF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</w:t>
            </w:r>
          </w:p>
        </w:tc>
      </w:tr>
      <w:tr w:rsidR="009C5C1A" w14:paraId="5CDD9AB4" w14:textId="77777777" w:rsidTr="00581153">
        <w:trPr>
          <w:trHeight w:val="489"/>
        </w:trPr>
        <w:tc>
          <w:tcPr>
            <w:tcW w:w="1985" w:type="dxa"/>
            <w:vAlign w:val="bottom"/>
            <w:hideMark/>
          </w:tcPr>
          <w:p w14:paraId="0339FA8E" w14:textId="77777777" w:rsidR="009C5C1A" w:rsidRDefault="009C5C1A">
            <w:pPr>
              <w:pStyle w:val="Randtitel"/>
              <w:spacing w:line="180" w:lineRule="exact"/>
            </w:pPr>
            <w:r>
              <w:t>Adresse</w:t>
            </w: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DC724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</w:t>
            </w:r>
          </w:p>
        </w:tc>
      </w:tr>
      <w:tr w:rsidR="009C5C1A" w14:paraId="0FD01576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3C84C814" w14:textId="77777777" w:rsidR="009C5C1A" w:rsidRDefault="009C5C1A">
            <w:pPr>
              <w:pStyle w:val="Randtitel"/>
              <w:spacing w:line="180" w:lineRule="exact"/>
            </w:pPr>
          </w:p>
          <w:p w14:paraId="4CFC7531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28AF0C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9C5C1A" w14:paraId="35C5C0E1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3CD408E3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65CF12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BA7C9F" w14:paraId="6B77049F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7E853B52" w14:textId="77777777" w:rsidR="00BA7C9F" w:rsidRDefault="00BA7C9F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41B2D9" w14:textId="77777777" w:rsidR="00BA7C9F" w:rsidRDefault="00BA7C9F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BA7C9F" w14:paraId="71F1DC02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4FF94724" w14:textId="77777777" w:rsidR="00BA7C9F" w:rsidRDefault="00BA7C9F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2B01D4" w14:textId="77777777" w:rsidR="00BA7C9F" w:rsidRDefault="00BA7C9F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9C5C1A" w14:paraId="7C7CF892" w14:textId="77777777" w:rsidTr="00581153">
        <w:trPr>
          <w:trHeight w:val="593"/>
        </w:trPr>
        <w:tc>
          <w:tcPr>
            <w:tcW w:w="1985" w:type="dxa"/>
            <w:vAlign w:val="bottom"/>
          </w:tcPr>
          <w:p w14:paraId="66922931" w14:textId="77777777" w:rsidR="009C5C1A" w:rsidRDefault="009C5C1A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432F5F" w14:textId="77777777" w:rsidR="009C5C1A" w:rsidRDefault="009C5C1A">
            <w:pPr>
              <w:pStyle w:val="berschrift4"/>
              <w:rPr>
                <w:rStyle w:val="Grundtextfett"/>
              </w:rPr>
            </w:pPr>
          </w:p>
        </w:tc>
      </w:tr>
      <w:tr w:rsidR="009C5C1A" w14:paraId="770E463A" w14:textId="77777777" w:rsidTr="00581153">
        <w:trPr>
          <w:trHeight w:val="532"/>
        </w:trPr>
        <w:tc>
          <w:tcPr>
            <w:tcW w:w="1985" w:type="dxa"/>
            <w:vAlign w:val="center"/>
          </w:tcPr>
          <w:p w14:paraId="6158E78E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</w:p>
        </w:tc>
        <w:tc>
          <w:tcPr>
            <w:tcW w:w="8509" w:type="dxa"/>
            <w:vAlign w:val="center"/>
            <w:hideMark/>
          </w:tcPr>
          <w:p w14:paraId="2AB82FCB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  <w:r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Die Angaben werden vertraulich behandelt und dienen ausschliesslich der Auswertung dieser Ausschreibung.</w:t>
            </w:r>
          </w:p>
        </w:tc>
      </w:tr>
    </w:tbl>
    <w:p w14:paraId="79A903D8" w14:textId="77777777" w:rsidR="009C5C1A" w:rsidRDefault="009C5C1A" w:rsidP="009C5C1A"/>
    <w:p w14:paraId="64058182" w14:textId="77777777" w:rsidR="009C5C1A" w:rsidRDefault="009C5C1A" w:rsidP="009C5C1A"/>
    <w:p w14:paraId="424644CC" w14:textId="77777777" w:rsidR="00C432AB" w:rsidRDefault="00C432AB" w:rsidP="009C5C1A"/>
    <w:p w14:paraId="1CCA2785" w14:textId="77777777" w:rsidR="00C432AB" w:rsidRDefault="00C432AB" w:rsidP="009C5C1A"/>
    <w:p w14:paraId="125AD1E4" w14:textId="77777777" w:rsidR="00C432AB" w:rsidRDefault="00C432AB" w:rsidP="009C5C1A"/>
    <w:p w14:paraId="4132D0A0" w14:textId="77777777" w:rsidR="00C432AB" w:rsidRDefault="00C432AB" w:rsidP="009C5C1A"/>
    <w:p w14:paraId="557A57D3" w14:textId="77777777" w:rsidR="000601ED" w:rsidRDefault="000601ED" w:rsidP="009C5C1A"/>
    <w:p w14:paraId="5188215A" w14:textId="77777777" w:rsidR="000601ED" w:rsidRDefault="000601ED" w:rsidP="009C5C1A"/>
    <w:p w14:paraId="6E746284" w14:textId="77777777" w:rsidR="00C432AB" w:rsidRDefault="00C432AB" w:rsidP="009C5C1A"/>
    <w:p w14:paraId="01F46695" w14:textId="77777777" w:rsidR="00A2635B" w:rsidRDefault="00A2635B" w:rsidP="009C5C1A"/>
    <w:p w14:paraId="181002BA" w14:textId="77777777" w:rsidR="00A2635B" w:rsidRDefault="00A2635B" w:rsidP="009C5C1A"/>
    <w:p w14:paraId="39454D93" w14:textId="77777777" w:rsidR="00C432AB" w:rsidRDefault="00C432AB" w:rsidP="009C5C1A"/>
    <w:p w14:paraId="32BDCD21" w14:textId="77777777" w:rsidR="009C5C1A" w:rsidRDefault="009C5C1A" w:rsidP="009C5C1A"/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072"/>
        <w:gridCol w:w="1997"/>
        <w:gridCol w:w="675"/>
        <w:gridCol w:w="690"/>
        <w:gridCol w:w="3455"/>
        <w:gridCol w:w="1607"/>
      </w:tblGrid>
      <w:tr w:rsidR="009C5C1A" w14:paraId="2E521B54" w14:textId="77777777" w:rsidTr="00581153">
        <w:trPr>
          <w:trHeight w:val="340"/>
        </w:trPr>
        <w:tc>
          <w:tcPr>
            <w:tcW w:w="2072" w:type="dxa"/>
          </w:tcPr>
          <w:p w14:paraId="367344D4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F244AAF" w14:textId="77777777" w:rsidR="009C5C1A" w:rsidRDefault="009C5C1A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zum Unternehmen</w:t>
            </w:r>
          </w:p>
        </w:tc>
      </w:tr>
      <w:tr w:rsidR="009C5C1A" w14:paraId="76FCC728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1EEF33D1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29473748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3ABA5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94737488"/>
      <w:tr w:rsidR="00DE6917" w14:paraId="53345B4A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6E3D9B5" w14:textId="7AF594CC" w:rsidR="00DE6917" w:rsidRDefault="00DE691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3EC7D" w14:textId="77777777" w:rsidR="00DE6917" w:rsidRDefault="00DE691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50BBF066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5A715126" w14:textId="77777777" w:rsidR="009C5C1A" w:rsidRDefault="009C5C1A">
            <w:pPr>
              <w:pStyle w:val="Randtitel"/>
              <w:rPr>
                <w:szCs w:val="16"/>
              </w:rPr>
            </w:pPr>
            <w:permStart w:id="1104945198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43165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04945198"/>
      <w:tr w:rsidR="009C5C1A" w14:paraId="4DE8FB7D" w14:textId="77777777" w:rsidTr="00581153">
        <w:trPr>
          <w:gridAfter w:val="1"/>
          <w:wAfter w:w="1609" w:type="dxa"/>
          <w:trHeight w:val="340"/>
        </w:trPr>
        <w:tc>
          <w:tcPr>
            <w:tcW w:w="2063" w:type="dxa"/>
            <w:vAlign w:val="center"/>
            <w:hideMark/>
          </w:tcPr>
          <w:p w14:paraId="55026420" w14:textId="77777777" w:rsidR="009C5C1A" w:rsidRDefault="009C5C1A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C80F1E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52267120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522671200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F8D687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4AD0B5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775780994" w:edGrp="everyone"/>
            <w:permEnd w:id="1775780994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59D86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750862374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750862374"/>
          </w:p>
        </w:tc>
      </w:tr>
      <w:tr w:rsidR="009C5C1A" w14:paraId="26ACACD4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18F3B9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718285297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ED74F4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853B14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496F0D84" w14:textId="77777777" w:rsidR="009C5C1A" w:rsidRDefault="009C5C1A">
            <w:pPr>
              <w:pStyle w:val="Randtitel"/>
              <w:rPr>
                <w:szCs w:val="16"/>
              </w:rPr>
            </w:pPr>
            <w:permStart w:id="2032089461" w:edGrp="everyone" w:colFirst="1" w:colLast="1"/>
            <w:permEnd w:id="718285297"/>
            <w:r>
              <w:rPr>
                <w:szCs w:val="16"/>
              </w:rPr>
              <w:t>Sitz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66C4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75B02067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DC515C9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1825928612" w:edGrp="everyone" w:colFirst="1" w:colLast="1"/>
            <w:permEnd w:id="2032089461"/>
            <w:r>
              <w:rPr>
                <w:szCs w:val="16"/>
              </w:rPr>
              <w:t>Beteiligungsverhältnisse (inkl. eigene Beteiligungen)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E198CE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46218803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0D7FC2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930903055" w:edGrp="everyone" w:colFirst="1" w:colLast="1"/>
            <w:permEnd w:id="1825928612"/>
            <w:r>
              <w:rPr>
                <w:szCs w:val="16"/>
              </w:rPr>
              <w:t>Gesellschaftskapital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F0BA2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30DC610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F6BC26B" w14:textId="77777777" w:rsidR="009C5C1A" w:rsidRDefault="009C5C1A">
            <w:pPr>
              <w:pStyle w:val="Randtitel"/>
              <w:rPr>
                <w:szCs w:val="16"/>
              </w:rPr>
            </w:pPr>
            <w:permStart w:id="616450296" w:edGrp="everyone" w:colFirst="1" w:colLast="1"/>
            <w:permEnd w:id="930903055"/>
            <w:r>
              <w:rPr>
                <w:szCs w:val="16"/>
              </w:rPr>
              <w:t>Kernkompetenzen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E48DB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16450296"/>
      <w:tr w:rsidR="009C5C1A" w14:paraId="0C9C4881" w14:textId="77777777" w:rsidTr="00581153">
        <w:trPr>
          <w:trHeight w:val="160"/>
        </w:trPr>
        <w:tc>
          <w:tcPr>
            <w:tcW w:w="2072" w:type="dxa"/>
            <w:vAlign w:val="center"/>
          </w:tcPr>
          <w:p w14:paraId="627418BF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6356D" w14:textId="77777777" w:rsidR="009C5C1A" w:rsidRDefault="009C5C1A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379734928" w:edGrp="everyone"/>
            <w:permEnd w:id="379734928"/>
          </w:p>
        </w:tc>
      </w:tr>
      <w:tr w:rsidR="009C5C1A" w14:paraId="5B7FF1B6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2962F4A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6A10D17" w14:textId="77777777" w:rsidR="009C5C1A" w:rsidRDefault="009C5C1A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zur Geschäftsleitung</w:t>
            </w:r>
          </w:p>
        </w:tc>
      </w:tr>
      <w:tr w:rsidR="009C5C1A" w14:paraId="6A70F0DB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5668C276" w14:textId="77777777" w:rsidR="009C5C1A" w:rsidRDefault="009C5C1A">
            <w:pPr>
              <w:pStyle w:val="Randtitel"/>
            </w:pPr>
            <w:permStart w:id="1395289757" w:edGrp="everyone" w:colFirst="1" w:colLast="1"/>
            <w:permStart w:id="350760489" w:edGrp="everyone" w:colFirst="1" w:colLast="1"/>
            <w:r>
              <w:t>Name, Vorname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8FF9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97301F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9D4EE95" w14:textId="77777777" w:rsidR="009C5C1A" w:rsidRDefault="009C5C1A">
            <w:pPr>
              <w:pStyle w:val="Randtitel"/>
            </w:pPr>
            <w:permStart w:id="860310910" w:edGrp="everyone" w:colFirst="1" w:colLast="1"/>
            <w:permEnd w:id="1395289757"/>
            <w:r>
              <w:t>Funktion</w:t>
            </w:r>
            <w:permStart w:id="827086427" w:edGrp="everyone" w:colFirst="1" w:colLast="1"/>
            <w:permEnd w:id="350760489"/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1889E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3420E27C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3C1F6880" w14:textId="77777777" w:rsidR="009C5C1A" w:rsidRDefault="009C5C1A">
            <w:pPr>
              <w:pStyle w:val="Randtitel"/>
              <w:spacing w:line="180" w:lineRule="exact"/>
            </w:pPr>
            <w:permStart w:id="1333681266" w:edGrp="everyone" w:colFirst="1" w:colLast="1"/>
            <w:permEnd w:id="860310910"/>
            <w:r>
              <w:t>Beruf und Titel</w:t>
            </w:r>
            <w:permStart w:id="1732208645" w:edGrp="everyone" w:colFirst="1" w:colLast="1"/>
            <w:permEnd w:id="827086427"/>
            <w:r>
              <w:t>, Jahr Ausbildungsabschluss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F8D57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33681266"/>
      <w:permEnd w:id="1732208645"/>
      <w:tr w:rsidR="009C5C1A" w14:paraId="33629BD1" w14:textId="77777777" w:rsidTr="00581153">
        <w:trPr>
          <w:trHeight w:val="170"/>
        </w:trPr>
        <w:tc>
          <w:tcPr>
            <w:tcW w:w="2072" w:type="dxa"/>
            <w:vAlign w:val="center"/>
          </w:tcPr>
          <w:p w14:paraId="6C9D7CBF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C79316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A2938" w14:paraId="66947634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9007F42" w14:textId="77777777" w:rsidR="00FA2938" w:rsidRDefault="00FA2938" w:rsidP="002A66D0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531EFB1D" w14:textId="77777777" w:rsidR="00FA2938" w:rsidRDefault="00FA2938" w:rsidP="002A66D0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0601ED" w:rsidRPr="000601ED" w14:paraId="1A253AD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68878D98" w14:textId="77777777" w:rsidR="00FA2938" w:rsidRPr="000601ED" w:rsidRDefault="00141E66" w:rsidP="002A66D0">
            <w:pPr>
              <w:pStyle w:val="Randtitel"/>
            </w:pPr>
            <w:permStart w:id="2018449465" w:edGrp="everyone" w:colFirst="1" w:colLast="1"/>
            <w:r w:rsidRPr="000601ED">
              <w:t>Mitarbeiter</w:t>
            </w:r>
            <w:r w:rsidR="00FA2938" w:rsidRPr="000601ED">
              <w:t xml:space="preserve"> gesamt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FDEDB" w14:textId="77777777" w:rsidR="00FA2938" w:rsidRPr="000601ED" w:rsidRDefault="00FA2938" w:rsidP="002A66D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009DE" w:rsidRPr="000601ED" w14:paraId="7ED7358E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14F4EA8" w14:textId="525EBCE0" w:rsidR="003009DE" w:rsidRPr="000601ED" w:rsidRDefault="003009DE" w:rsidP="003009DE">
            <w:pPr>
              <w:pStyle w:val="Randtitel"/>
            </w:pPr>
            <w:r>
              <w:t>Fachpersonen</w:t>
            </w:r>
            <w:permStart w:id="1478902229" w:edGrp="everyone" w:colFirst="1" w:colLast="1"/>
            <w:permStart w:id="1550872592" w:edGrp="everyone" w:colFirst="1" w:colLast="1"/>
            <w:permStart w:id="54004462" w:edGrp="everyone" w:colFirst="3" w:colLast="3"/>
            <w:r w:rsidR="00496D27">
              <w:t xml:space="preserve"> im QS</w:t>
            </w:r>
            <w:permEnd w:id="2018449465"/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942DE" w14:textId="77777777" w:rsidR="003009DE" w:rsidRPr="000601ED" w:rsidRDefault="003009DE" w:rsidP="00726A2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8902229"/>
      <w:tr w:rsidR="000601ED" w:rsidRPr="000601ED" w14:paraId="547C367A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12E92FB" w14:textId="0CD07D69" w:rsidR="00FA2938" w:rsidRPr="000601ED" w:rsidRDefault="00141E66" w:rsidP="002A66D0">
            <w:pPr>
              <w:pStyle w:val="Randtitel"/>
            </w:pPr>
            <w:r w:rsidRPr="000601ED">
              <w:t>Fachpersonen auf Mandatsbasis</w:t>
            </w:r>
            <w:permStart w:id="328931990" w:edGrp="everyone" w:colFirst="1" w:colLast="1"/>
            <w:permStart w:id="301027967" w:edGrp="everyone" w:colFirst="3" w:colLast="3"/>
            <w:r w:rsidR="00CA3B79">
              <w:t xml:space="preserve"> im QS</w:t>
            </w:r>
            <w:permEnd w:id="1550872592"/>
            <w:permEnd w:id="54004462"/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C96D8B" w14:textId="77777777" w:rsidR="00FA2938" w:rsidRPr="000601ED" w:rsidRDefault="00FA2938" w:rsidP="002A66D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8931990"/>
      <w:permEnd w:id="301027967"/>
      <w:tr w:rsidR="00444918" w:rsidRPr="000601ED" w14:paraId="022552A9" w14:textId="77777777" w:rsidTr="00581153">
        <w:trPr>
          <w:trHeight w:val="170"/>
        </w:trPr>
        <w:tc>
          <w:tcPr>
            <w:tcW w:w="2072" w:type="dxa"/>
            <w:vAlign w:val="center"/>
          </w:tcPr>
          <w:p w14:paraId="3C42BD03" w14:textId="77777777" w:rsidR="00444918" w:rsidRPr="000601ED" w:rsidRDefault="00444918" w:rsidP="00444918">
            <w:pPr>
              <w:pStyle w:val="Randtitel"/>
              <w:spacing w:line="180" w:lineRule="exact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9FBFF" w14:textId="77777777" w:rsidR="00444918" w:rsidRPr="000601ED" w:rsidRDefault="00444918" w:rsidP="00444918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</w:tbl>
    <w:p w14:paraId="739CCC64" w14:textId="4E3AD86B" w:rsidR="001F395A" w:rsidRDefault="001F395A" w:rsidP="000B6EA1">
      <w:pPr>
        <w:rPr>
          <w:sz w:val="20"/>
        </w:rPr>
      </w:pPr>
    </w:p>
    <w:p w14:paraId="428D59D0" w14:textId="43BB4B57" w:rsidR="00581153" w:rsidRDefault="00581153" w:rsidP="000B6EA1">
      <w:pPr>
        <w:rPr>
          <w:sz w:val="20"/>
        </w:rPr>
      </w:pPr>
    </w:p>
    <w:p w14:paraId="03462D17" w14:textId="363C6EB9" w:rsidR="00581153" w:rsidRDefault="00581153" w:rsidP="000B6EA1">
      <w:pPr>
        <w:rPr>
          <w:sz w:val="20"/>
        </w:rPr>
      </w:pPr>
    </w:p>
    <w:p w14:paraId="47707EDC" w14:textId="41BF8B9F" w:rsidR="00581153" w:rsidRDefault="00581153" w:rsidP="000B6EA1">
      <w:pPr>
        <w:rPr>
          <w:sz w:val="20"/>
        </w:rPr>
      </w:pPr>
    </w:p>
    <w:p w14:paraId="6C5C3A76" w14:textId="293BA9B2" w:rsidR="00581153" w:rsidRDefault="00581153" w:rsidP="000B6EA1">
      <w:pPr>
        <w:rPr>
          <w:sz w:val="20"/>
        </w:rPr>
      </w:pPr>
    </w:p>
    <w:p w14:paraId="70E9C9A2" w14:textId="751706F7" w:rsidR="00581153" w:rsidRDefault="00581153" w:rsidP="000B6EA1">
      <w:pPr>
        <w:rPr>
          <w:sz w:val="20"/>
        </w:rPr>
      </w:pPr>
    </w:p>
    <w:p w14:paraId="0F7316D0" w14:textId="77777777" w:rsidR="001F7B4D" w:rsidRDefault="001F7B4D" w:rsidP="000B6EA1">
      <w:pPr>
        <w:rPr>
          <w:sz w:val="20"/>
        </w:rPr>
      </w:pPr>
    </w:p>
    <w:p w14:paraId="3648BBBB" w14:textId="1F56C137" w:rsidR="00581153" w:rsidRDefault="00581153" w:rsidP="000B6EA1">
      <w:pPr>
        <w:rPr>
          <w:sz w:val="20"/>
        </w:rPr>
      </w:pPr>
    </w:p>
    <w:p w14:paraId="5E3F0B02" w14:textId="33963620" w:rsidR="00581153" w:rsidRDefault="00581153" w:rsidP="000B6EA1">
      <w:pPr>
        <w:rPr>
          <w:sz w:val="20"/>
        </w:rPr>
      </w:pPr>
    </w:p>
    <w:p w14:paraId="36408A3A" w14:textId="77777777" w:rsidR="004F14ED" w:rsidRDefault="004F14ED" w:rsidP="004F14ED">
      <w:pPr>
        <w:rPr>
          <w:sz w:val="20"/>
        </w:rPr>
      </w:pPr>
    </w:p>
    <w:tbl>
      <w:tblPr>
        <w:tblW w:w="10132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7580"/>
        <w:gridCol w:w="283"/>
      </w:tblGrid>
      <w:tr w:rsidR="004F14ED" w14:paraId="55B45924" w14:textId="77777777" w:rsidTr="005E3630">
        <w:trPr>
          <w:trHeight w:val="340"/>
        </w:trPr>
        <w:tc>
          <w:tcPr>
            <w:tcW w:w="2269" w:type="dxa"/>
            <w:vAlign w:val="center"/>
          </w:tcPr>
          <w:p w14:paraId="73D2BE4B" w14:textId="77777777" w:rsidR="004F14ED" w:rsidRDefault="004F14ED" w:rsidP="005E3630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7863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6DB4A0A" w14:textId="6ED7C901" w:rsidR="004F14ED" w:rsidRDefault="004F14ED" w:rsidP="005E3630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1 der Unternehmung</w:t>
            </w:r>
          </w:p>
        </w:tc>
      </w:tr>
      <w:tr w:rsidR="004F14ED" w14:paraId="0A366728" w14:textId="77777777" w:rsidTr="005E3630">
        <w:trPr>
          <w:trHeight w:hRule="exact" w:val="90"/>
        </w:trPr>
        <w:tc>
          <w:tcPr>
            <w:tcW w:w="2269" w:type="dxa"/>
          </w:tcPr>
          <w:p w14:paraId="02CCAF7F" w14:textId="77777777" w:rsidR="004F14ED" w:rsidRDefault="004F14ED" w:rsidP="005E3630">
            <w:pPr>
              <w:pStyle w:val="Randtitel"/>
              <w:spacing w:line="200" w:lineRule="exact"/>
              <w:ind w:right="223"/>
            </w:pPr>
          </w:p>
        </w:tc>
        <w:tc>
          <w:tcPr>
            <w:tcW w:w="7863" w:type="dxa"/>
            <w:gridSpan w:val="2"/>
          </w:tcPr>
          <w:p w14:paraId="01754075" w14:textId="77777777" w:rsidR="004F14ED" w:rsidRDefault="004F14ED" w:rsidP="005E3630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4F14ED" w14:paraId="28E3ACA4" w14:textId="77777777" w:rsidTr="005E3630">
        <w:trPr>
          <w:trHeight w:hRule="exact" w:val="510"/>
        </w:trPr>
        <w:tc>
          <w:tcPr>
            <w:tcW w:w="2269" w:type="dxa"/>
          </w:tcPr>
          <w:p w14:paraId="642018CE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323266547" w:edGrp="everyone" w:colFirst="1" w:colLast="1"/>
            <w:r>
              <w:t>Objekt, Ort</w:t>
            </w:r>
          </w:p>
          <w:p w14:paraId="4C522882" w14:textId="7193594F" w:rsidR="004F6C7E" w:rsidRDefault="004F6C7E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Fertigstellungsdatum</w:t>
            </w:r>
          </w:p>
          <w:p w14:paraId="3E647527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78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EEF2ED0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51003" w14:paraId="12934113" w14:textId="77777777" w:rsidTr="005E3630">
        <w:trPr>
          <w:gridAfter w:val="1"/>
          <w:wAfter w:w="283" w:type="dxa"/>
          <w:trHeight w:hRule="exact" w:val="510"/>
        </w:trPr>
        <w:tc>
          <w:tcPr>
            <w:tcW w:w="2269" w:type="dxa"/>
          </w:tcPr>
          <w:p w14:paraId="07461097" w14:textId="181FA512" w:rsidR="00551003" w:rsidRPr="000D72D1" w:rsidRDefault="00BE3575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349483980" w:edGrp="everyone" w:colFirst="1" w:colLast="1"/>
            <w:permEnd w:id="1323266547"/>
            <w:r>
              <w:t>Baukategorie</w:t>
            </w:r>
            <w:r w:rsidR="00B4401B">
              <w:br/>
            </w:r>
            <w:r>
              <w:t>(</w:t>
            </w:r>
            <w:r w:rsidR="00551003">
              <w:t>SIA 102:2014</w:t>
            </w:r>
            <w:r>
              <w:t>, 7.6)</w:t>
            </w:r>
          </w:p>
        </w:tc>
        <w:tc>
          <w:tcPr>
            <w:tcW w:w="7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5F712A6" w14:textId="77777777" w:rsidR="00551003" w:rsidRPr="000D72D1" w:rsidRDefault="00551003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49483980"/>
      <w:tr w:rsidR="00D934D8" w14:paraId="0CD25E2A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28DE5B9F" w14:textId="0D7233F4" w:rsidR="00D934D8" w:rsidRDefault="00BE3575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 xml:space="preserve">Baukosten </w:t>
            </w:r>
            <w:r w:rsidR="001F7B4D">
              <w:t xml:space="preserve">in </w:t>
            </w:r>
            <w:r w:rsidR="00D934D8">
              <w:t>CHF</w:t>
            </w:r>
            <w:r w:rsidR="001F7B4D">
              <w:br/>
              <w:t>(BKP 1-9)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56DB554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2206B" w14:paraId="74373278" w14:textId="77777777" w:rsidTr="005E3630">
        <w:trPr>
          <w:trHeight w:hRule="exact" w:val="510"/>
        </w:trPr>
        <w:tc>
          <w:tcPr>
            <w:tcW w:w="2269" w:type="dxa"/>
          </w:tcPr>
          <w:p w14:paraId="3DF00172" w14:textId="598506EC" w:rsidR="0052206B" w:rsidDel="00BE3575" w:rsidRDefault="0052206B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74358D" w14:textId="77777777" w:rsidR="0052206B" w:rsidRDefault="0052206B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934D8" w14:paraId="08516EC6" w14:textId="77777777" w:rsidTr="005E3630">
        <w:trPr>
          <w:trHeight w:hRule="exact" w:val="510"/>
        </w:trPr>
        <w:tc>
          <w:tcPr>
            <w:tcW w:w="2269" w:type="dxa"/>
          </w:tcPr>
          <w:p w14:paraId="494E137E" w14:textId="45B3670E" w:rsidR="00D934D8" w:rsidRDefault="003343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 xml:space="preserve">bearbeitete </w:t>
            </w:r>
            <w:r w:rsidR="00D934D8" w:rsidRPr="00A413DE">
              <w:t>Projektph</w:t>
            </w:r>
            <w:r w:rsidR="001F7B4D">
              <w:t>asen</w:t>
            </w:r>
            <w:r>
              <w:br/>
            </w:r>
            <w:r w:rsidR="001F7B4D">
              <w:t>(</w:t>
            </w:r>
            <w:r w:rsidR="00D934D8" w:rsidRPr="00A413DE">
              <w:t>SIA 1</w:t>
            </w:r>
            <w:r w:rsidR="000E2B94">
              <w:t>1</w:t>
            </w:r>
            <w:r w:rsidR="00D934D8" w:rsidRPr="00A413DE">
              <w:t>2</w:t>
            </w:r>
            <w:r w:rsidR="001F7B4D">
              <w:t>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4E925A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4E56D6" w14:paraId="24965974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66D6425F" w14:textId="164140E0" w:rsidR="004E56D6" w:rsidRDefault="004E56D6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bookmarkStart w:id="0" w:name="_Hlk146270995"/>
            <w:r>
              <w:t>Funktion und Rolle</w:t>
            </w:r>
            <w:r w:rsidR="003343ED">
              <w:t xml:space="preserve"> der Unternehmung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4BD1333" w14:textId="77777777" w:rsidR="004E56D6" w:rsidRDefault="004E56D6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bookmarkEnd w:id="0"/>
      <w:tr w:rsidR="004F14ED" w14:paraId="5BB7DA10" w14:textId="77777777" w:rsidTr="005E3630">
        <w:trPr>
          <w:trHeight w:hRule="exact" w:val="1335"/>
        </w:trPr>
        <w:tc>
          <w:tcPr>
            <w:tcW w:w="2269" w:type="dxa"/>
            <w:hideMark/>
          </w:tcPr>
          <w:p w14:paraId="79222655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597715939" w:edGrp="everyone" w:colFirst="1" w:colLast="1"/>
            <w:r>
              <w:t>Charakterisierung des Projekts in Stichworten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E258EE7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9C7D057" w14:textId="77777777" w:rsidR="009F4315" w:rsidRDefault="009F4315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B51986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4A12949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5B995E3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97715939"/>
      <w:tr w:rsidR="004F14ED" w14:paraId="0BC200FD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37358549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1B470376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E5C735A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118796279" w:edGrp="everyone" w:colFirst="1" w:colLast="1"/>
          </w:p>
        </w:tc>
      </w:tr>
      <w:permEnd w:id="1118796279"/>
    </w:tbl>
    <w:p w14:paraId="2CACB3B7" w14:textId="77777777" w:rsidR="004F14ED" w:rsidRDefault="004F14ED" w:rsidP="004F14ED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32"/>
        <w:gridCol w:w="419"/>
        <w:gridCol w:w="7214"/>
        <w:gridCol w:w="631"/>
      </w:tblGrid>
      <w:tr w:rsidR="004F14ED" w14:paraId="43F00308" w14:textId="77777777" w:rsidTr="00BE3575">
        <w:trPr>
          <w:trHeight w:val="340"/>
        </w:trPr>
        <w:tc>
          <w:tcPr>
            <w:tcW w:w="2232" w:type="dxa"/>
            <w:vAlign w:val="center"/>
          </w:tcPr>
          <w:p w14:paraId="78774A18" w14:textId="77777777" w:rsidR="004F14ED" w:rsidRDefault="004F14ED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264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3627A06" w14:textId="3CB569E0" w:rsidR="004F14ED" w:rsidRDefault="004F14ED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2 der Unternehmung</w:t>
            </w:r>
          </w:p>
        </w:tc>
      </w:tr>
      <w:tr w:rsidR="004F14ED" w14:paraId="3A71D525" w14:textId="77777777" w:rsidTr="00BE3575">
        <w:trPr>
          <w:trHeight w:hRule="exact" w:val="90"/>
        </w:trPr>
        <w:tc>
          <w:tcPr>
            <w:tcW w:w="2232" w:type="dxa"/>
          </w:tcPr>
          <w:p w14:paraId="69B1355A" w14:textId="77777777" w:rsidR="004F14ED" w:rsidRDefault="004F14ED">
            <w:pPr>
              <w:pStyle w:val="Randtitel"/>
              <w:spacing w:line="200" w:lineRule="exact"/>
            </w:pPr>
          </w:p>
        </w:tc>
        <w:tc>
          <w:tcPr>
            <w:tcW w:w="8264" w:type="dxa"/>
            <w:gridSpan w:val="3"/>
          </w:tcPr>
          <w:p w14:paraId="4E58A9AB" w14:textId="77777777" w:rsidR="004F14ED" w:rsidRDefault="004F14ED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1F7B4D" w14:paraId="3BD949CA" w14:textId="77777777" w:rsidTr="00BE3575">
        <w:trPr>
          <w:trHeight w:hRule="exact" w:val="510"/>
        </w:trPr>
        <w:tc>
          <w:tcPr>
            <w:tcW w:w="2232" w:type="dxa"/>
          </w:tcPr>
          <w:p w14:paraId="07C78FBC" w14:textId="77777777" w:rsidR="001F7B4D" w:rsidRDefault="001F7B4D" w:rsidP="0063258B">
            <w:pPr>
              <w:pStyle w:val="Randtitel"/>
              <w:spacing w:line="240" w:lineRule="auto"/>
            </w:pPr>
            <w:permStart w:id="2131640587" w:edGrp="everyone" w:colFirst="1" w:colLast="1"/>
            <w:permStart w:id="425160855" w:edGrp="everyone" w:colFirst="1" w:colLast="1"/>
            <w:r>
              <w:t>Objekt, Ort</w:t>
            </w:r>
          </w:p>
          <w:p w14:paraId="45B67AAE" w14:textId="075B5C5B" w:rsidR="004F6C7E" w:rsidRDefault="004F6C7E" w:rsidP="0063258B">
            <w:pPr>
              <w:pStyle w:val="Randtitel"/>
              <w:spacing w:line="240" w:lineRule="auto"/>
            </w:pPr>
            <w:r>
              <w:t>Fertigstellungsdatum</w:t>
            </w:r>
          </w:p>
          <w:p w14:paraId="0DE1D327" w14:textId="77777777" w:rsidR="001F7B4D" w:rsidRDefault="001F7B4D" w:rsidP="0063258B">
            <w:pPr>
              <w:pStyle w:val="Randtitel"/>
              <w:spacing w:line="240" w:lineRule="auto"/>
            </w:pPr>
          </w:p>
        </w:tc>
        <w:tc>
          <w:tcPr>
            <w:tcW w:w="826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B6E26F5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E3575" w14:paraId="68414D96" w14:textId="77777777" w:rsidTr="00BE3575">
        <w:trPr>
          <w:gridAfter w:val="1"/>
          <w:wAfter w:w="631" w:type="dxa"/>
          <w:trHeight w:hRule="exact" w:val="510"/>
        </w:trPr>
        <w:tc>
          <w:tcPr>
            <w:tcW w:w="2651" w:type="dxa"/>
            <w:gridSpan w:val="2"/>
          </w:tcPr>
          <w:p w14:paraId="7DC3DBD6" w14:textId="77777777" w:rsidR="00BE3575" w:rsidRPr="000D72D1" w:rsidRDefault="00BE3575" w:rsidP="00605F8E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477199811" w:edGrp="everyone" w:colFirst="1" w:colLast="1"/>
            <w:permEnd w:id="2131640587"/>
            <w:r>
              <w:t>Baukategorie</w:t>
            </w:r>
            <w:r>
              <w:br/>
              <w:t>(SIA 102:2014, 7.6)</w:t>
            </w:r>
          </w:p>
        </w:tc>
        <w:tc>
          <w:tcPr>
            <w:tcW w:w="72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DD5A5AA" w14:textId="77777777" w:rsidR="00BE3575" w:rsidRPr="000D72D1" w:rsidRDefault="00BE3575" w:rsidP="00605F8E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7199811"/>
      <w:tr w:rsidR="001F7B4D" w14:paraId="4A4A5407" w14:textId="77777777" w:rsidTr="00BE3575">
        <w:trPr>
          <w:trHeight w:hRule="exact" w:val="510"/>
        </w:trPr>
        <w:tc>
          <w:tcPr>
            <w:tcW w:w="2232" w:type="dxa"/>
            <w:hideMark/>
          </w:tcPr>
          <w:p w14:paraId="75E2CE4D" w14:textId="713FD48E" w:rsidR="001F7B4D" w:rsidRDefault="00BE3575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1F7B4D">
              <w:t>in CHF</w:t>
            </w:r>
            <w:r w:rsidR="001F7B4D">
              <w:br/>
              <w:t>(BKP 1-9)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9115DD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2206B" w14:paraId="614AFEA7" w14:textId="77777777" w:rsidTr="00BE3575">
        <w:trPr>
          <w:trHeight w:hRule="exact" w:val="510"/>
        </w:trPr>
        <w:tc>
          <w:tcPr>
            <w:tcW w:w="2232" w:type="dxa"/>
          </w:tcPr>
          <w:p w14:paraId="00EA177F" w14:textId="76132E1B" w:rsidR="0052206B" w:rsidDel="00BE3575" w:rsidRDefault="0052206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F94248D" w14:textId="77777777" w:rsidR="0052206B" w:rsidRDefault="0052206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1F7B4D" w14:paraId="1BDBDA00" w14:textId="77777777" w:rsidTr="00BE3575">
        <w:trPr>
          <w:trHeight w:hRule="exact" w:val="510"/>
        </w:trPr>
        <w:tc>
          <w:tcPr>
            <w:tcW w:w="2232" w:type="dxa"/>
          </w:tcPr>
          <w:p w14:paraId="20867699" w14:textId="4A53AD7D" w:rsidR="001F7B4D" w:rsidRDefault="00EE56F4" w:rsidP="0063258B">
            <w:pPr>
              <w:pStyle w:val="Randtitel"/>
              <w:spacing w:line="240" w:lineRule="auto"/>
            </w:pPr>
            <w:r>
              <w:t>b</w:t>
            </w:r>
            <w:r w:rsidR="001F7B4D">
              <w:t xml:space="preserve">earbeitete </w:t>
            </w:r>
            <w:r w:rsidR="001F7B4D" w:rsidRPr="00A413DE">
              <w:t>Projektph</w:t>
            </w:r>
            <w:r w:rsidR="001F7B4D">
              <w:t>asen (</w:t>
            </w:r>
            <w:r w:rsidR="001F7B4D" w:rsidRPr="00A413DE">
              <w:t>SIA 1</w:t>
            </w:r>
            <w:r w:rsidR="003343ED">
              <w:t>1</w:t>
            </w:r>
            <w:r w:rsidR="001F7B4D" w:rsidRPr="00A413DE">
              <w:t>2</w:t>
            </w:r>
            <w:r w:rsidR="001F7B4D">
              <w:t>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1808E31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343ED" w14:paraId="4BE00039" w14:textId="77777777" w:rsidTr="00BE3575">
        <w:trPr>
          <w:trHeight w:hRule="exact" w:val="510"/>
        </w:trPr>
        <w:tc>
          <w:tcPr>
            <w:tcW w:w="2232" w:type="dxa"/>
            <w:hideMark/>
          </w:tcPr>
          <w:p w14:paraId="27BB3901" w14:textId="77777777" w:rsidR="003343ED" w:rsidRDefault="003343ED" w:rsidP="00F607D1">
            <w:pPr>
              <w:pStyle w:val="Randtitel"/>
              <w:spacing w:line="240" w:lineRule="auto"/>
            </w:pPr>
            <w:r>
              <w:t>Funktion und Rolle der Unternehmung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486A11F" w14:textId="77777777" w:rsidR="003343ED" w:rsidRDefault="003343E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1F7B4D" w14:paraId="6193A804" w14:textId="77777777" w:rsidTr="00BE3575">
        <w:trPr>
          <w:trHeight w:hRule="exact" w:val="1335"/>
        </w:trPr>
        <w:tc>
          <w:tcPr>
            <w:tcW w:w="2232" w:type="dxa"/>
            <w:hideMark/>
          </w:tcPr>
          <w:p w14:paraId="5C46F090" w14:textId="77777777" w:rsidR="001F7B4D" w:rsidRDefault="001F7B4D" w:rsidP="0063258B">
            <w:pPr>
              <w:pStyle w:val="Randtitel"/>
              <w:spacing w:line="240" w:lineRule="auto"/>
            </w:pPr>
            <w:permStart w:id="166097904" w:edGrp="everyone" w:colFirst="1" w:colLast="1"/>
            <w:r>
              <w:t>Charakterisierung des Projekts in Stichworten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87B7D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9A5037A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A8364FE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DC63FEA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98EAD1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425160855"/>
      <w:permEnd w:id="166097904"/>
      <w:tr w:rsidR="004F14ED" w14:paraId="5D5E9AF8" w14:textId="77777777" w:rsidTr="00BE3575">
        <w:trPr>
          <w:trHeight w:hRule="exact" w:val="510"/>
        </w:trPr>
        <w:tc>
          <w:tcPr>
            <w:tcW w:w="2232" w:type="dxa"/>
          </w:tcPr>
          <w:p w14:paraId="2065AE19" w14:textId="77777777" w:rsidR="004F14ED" w:rsidRDefault="004F14ED" w:rsidP="004F14ED">
            <w:pPr>
              <w:pStyle w:val="Randtitel"/>
              <w:spacing w:line="240" w:lineRule="auto"/>
            </w:pPr>
            <w:r>
              <w:t>Referenzperson</w:t>
            </w:r>
          </w:p>
          <w:p w14:paraId="0312B69D" w14:textId="77D4C268" w:rsidR="004F14ED" w:rsidRDefault="004F14ED" w:rsidP="004F14ED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FF461F3" w14:textId="77777777" w:rsidR="004F14ED" w:rsidRDefault="004F14ED" w:rsidP="004F14ED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</w:tbl>
    <w:p w14:paraId="4978CED6" w14:textId="77777777" w:rsidR="00581153" w:rsidRDefault="00581153" w:rsidP="000B6EA1">
      <w:pPr>
        <w:rPr>
          <w:sz w:val="20"/>
        </w:rPr>
      </w:pPr>
    </w:p>
    <w:sectPr w:rsidR="00581153" w:rsidSect="009C5C1A">
      <w:headerReference w:type="default" r:id="rId12"/>
      <w:headerReference w:type="first" r:id="rId13"/>
      <w:footerReference w:type="first" r:id="rId14"/>
      <w:pgSz w:w="11906" w:h="16838"/>
      <w:pgMar w:top="3062" w:right="567" w:bottom="1134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60F1" w14:textId="77777777" w:rsidR="009C5C1A" w:rsidRDefault="009C5C1A" w:rsidP="00F657BF">
      <w:pPr>
        <w:spacing w:after="0" w:line="240" w:lineRule="auto"/>
      </w:pPr>
      <w:r>
        <w:separator/>
      </w:r>
    </w:p>
  </w:endnote>
  <w:endnote w:type="continuationSeparator" w:id="0">
    <w:p w14:paraId="52E81A9B" w14:textId="77777777" w:rsidR="009C5C1A" w:rsidRDefault="009C5C1A" w:rsidP="00F6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7A21" w14:textId="77777777" w:rsidR="009C5C1A" w:rsidRPr="00AA185E" w:rsidRDefault="00AF5234" w:rsidP="009C5C1A">
    <w:pPr>
      <w:pStyle w:val="Fuzeile"/>
    </w:pPr>
    <w:sdt>
      <w:sdtPr>
        <w:alias w:val="CustomElements.Footer.Nr"/>
        <w:tag w:val="CustomElements.Footer.Nr"/>
        <w:id w:val="264969695"/>
        <w:temporary/>
        <w:dataBinding w:xpath="//Text[@id='CustomElements.Footer.Nr']" w:storeItemID="{47E5A155-F42A-4178-82F2-12F177BE2055}"/>
        <w:text w:multiLine="1"/>
      </w:sdtPr>
      <w:sdtEndPr/>
      <w:sdtContent>
        <w:r w:rsidR="009C5C1A">
          <w:t xml:space="preserve"> </w:t>
        </w:r>
      </w:sdtContent>
    </w:sdt>
    <w:sdt>
      <w:sdtPr>
        <w:alias w:val="CustomElements.Footer.Path"/>
        <w:id w:val="264969698"/>
        <w:dataBinding w:xpath="//Text[@id='CustomElements.Footer.Path']" w:storeItemID="{47E5A155-F42A-4178-82F2-12F177BE2055}"/>
        <w:text w:multiLine="1"/>
      </w:sdtPr>
      <w:sdtEndPr/>
      <w:sdtContent>
        <w:r w:rsidR="009C5C1A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A1741" w14:textId="77777777" w:rsidR="009C5C1A" w:rsidRDefault="009C5C1A" w:rsidP="00F657BF">
      <w:pPr>
        <w:spacing w:after="0" w:line="240" w:lineRule="auto"/>
      </w:pPr>
      <w:r>
        <w:separator/>
      </w:r>
    </w:p>
  </w:footnote>
  <w:footnote w:type="continuationSeparator" w:id="0">
    <w:p w14:paraId="6C7EEF41" w14:textId="77777777" w:rsidR="009C5C1A" w:rsidRDefault="009C5C1A" w:rsidP="00F6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E09C" w14:textId="77777777" w:rsidR="009C5C1A" w:rsidRPr="005F48DA" w:rsidRDefault="00AF5234" w:rsidP="009C5C1A">
    <w:r>
      <w:pict w14:anchorId="52412BFA"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14007.65pt;margin-top:55.3pt;width:209.75pt;height:22.7pt;z-index:251656704;mso-position-horizontal:right;mso-position-horizontal-relative:page;mso-position-vertical-relative:page" stroked="f">
          <v:textbox inset="0,0,0,0">
            <w:txbxContent>
              <w:sdt>
                <w:sdtPr>
                  <w:rPr>
                    <w:rFonts w:asciiTheme="minorHAnsi" w:hAnsiTheme="minorHAnsi"/>
                    <w:noProof/>
                    <w:sz w:val="20"/>
                    <w:szCs w:val="20"/>
                    <w:lang w:eastAsia="de-CH"/>
                  </w:rPr>
                  <w:alias w:val="Profile.Org.Kanton"/>
                  <w:id w:val="7906160"/>
                  <w:dataBinding w:xpath="/ooImg/Profile.Org.Kanton" w:storeItemID="{0F78725B-879F-4BE8-9207-3521EE9E852B}"/>
                  <w:picture/>
                </w:sdtPr>
                <w:sdtEndPr/>
                <w:sdtContent>
                  <w:p w14:paraId="3CBAD66A" w14:textId="77777777" w:rsidR="009C5C1A" w:rsidRDefault="009C5C1A" w:rsidP="009C5C1A">
                    <w:pPr>
                      <w:pStyle w:val="Neutral"/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drawing>
                        <wp:inline distT="0" distB="0" distL="0" distR="0" wp14:anchorId="27CD5B5B" wp14:editId="0C3676EC">
                          <wp:extent cx="215900" cy="215900"/>
                          <wp:effectExtent l="19050" t="0" r="0" b="0"/>
                          <wp:docPr id="3" name="oo_4394050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o_43940503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2940F19C">
        <v:shape id="_x0000_s2148" type="#_x0000_t202" style="position:absolute;margin-left:11912.2pt;margin-top:0;width:184.8pt;height:130.5pt;z-index:251657728;mso-position-horizontal:right;mso-position-horizontal-relative:page;mso-position-vertical-relative:page;mso-width-relative:margin;mso-height-relative:margin" filled="f" stroked="f">
          <v:textbox style="mso-next-textbox:#_x0000_s2148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9C5C1A" w14:paraId="798A1B30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47E5A155-F42A-4178-82F2-12F177BE2055}"/>
                        <w:text w:multiLine="1"/>
                      </w:sdtPr>
                      <w:sdtEndPr/>
                      <w:sdtContent>
                        <w:p w14:paraId="0159178D" w14:textId="77777777" w:rsidR="009C5C1A" w:rsidRDefault="009C5C1A">
                          <w:pPr>
                            <w:pStyle w:val="BriefKopf"/>
                          </w:pPr>
                          <w:r>
                            <w:t>Baudirektion</w:t>
                          </w:r>
                        </w:p>
                      </w:sdtContent>
                    </w:sdt>
                    <w:p w14:paraId="51E92DAD" w14:textId="77777777" w:rsidR="009C5C1A" w:rsidRDefault="009C5C1A">
                      <w:pPr>
                        <w:pStyle w:val="BriefKopf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PAGE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c>
                </w:tr>
              </w:tbl>
              <w:p w14:paraId="424207D5" w14:textId="77777777" w:rsidR="009C5C1A" w:rsidRDefault="009C5C1A" w:rsidP="009C5C1A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E29E" w14:textId="77777777" w:rsidR="009C5C1A" w:rsidRPr="00EA59F1" w:rsidRDefault="00AF5234" w:rsidP="009C5C1A">
    <w:pPr>
      <w:pStyle w:val="Neutral"/>
    </w:pPr>
    <w:r>
      <w:pict w14:anchorId="3B81B4B4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0;margin-top:0;width:423.9pt;height:136.55pt;z-index:251655680;mso-position-vertical-relative:page" filled="f" stroked="f">
          <v:textbox style="mso-next-textbox:#_x0000_s2150" inset="0,0,0,0">
            <w:txbxContent>
              <w:tbl>
                <w:tblPr>
                  <w:tblW w:w="5000" w:type="pct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493"/>
                </w:tblGrid>
                <w:tr w:rsidR="009C5C1A" w14:paraId="1407DC50" w14:textId="77777777" w:rsidTr="009C5C1A">
                  <w:trPr>
                    <w:trHeight w:val="1117"/>
                  </w:trPr>
                  <w:sdt>
                    <w:sdtPr>
                      <w:alias w:val="CustomElements.Header.Formular.Script1"/>
                      <w:id w:val="4091668"/>
                      <w:dataBinding w:xpath="//Text[@id='CustomElements.Header.Formular.Script1']" w:storeItemID="{47E5A155-F42A-4178-82F2-12F177BE2055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1EE6B704" w14:textId="77777777" w:rsidR="009C5C1A" w:rsidRPr="0085033C" w:rsidRDefault="009C5C1A" w:rsidP="009C5C1A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9C5C1A" w14:paraId="49EDBF00" w14:textId="77777777" w:rsidTr="009C5C1A">
                  <w:trPr>
                    <w:trHeight w:val="227"/>
                  </w:trPr>
                  <w:sdt>
                    <w:sdtPr>
                      <w:alias w:val="DocParam.Subject"/>
                      <w:id w:val="4091669"/>
                      <w:dataBinding w:xpath="//Text[@id='DocParam.Subject']" w:storeItemID="{47E5A155-F42A-4178-82F2-12F177BE2055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</w:tcPr>
                        <w:p w14:paraId="0C9BA3F6" w14:textId="3B63F4C0" w:rsidR="009C5C1A" w:rsidRDefault="00C73839" w:rsidP="00260967">
                          <w:pPr>
                            <w:pStyle w:val="MMKopfgross"/>
                          </w:pPr>
                          <w:r>
                            <w:t xml:space="preserve">Rahmenvertrag </w:t>
                          </w:r>
                          <w:r>
                            <w:br/>
                            <w:t>Bauherrenseitige Qualitätssicherung QS</w:t>
                          </w:r>
                          <w:r w:rsidR="00257A25">
                            <w:br/>
                            <w:t xml:space="preserve">B1 Angaben Unternehmung  </w:t>
                          </w:r>
                        </w:p>
                      </w:tc>
                    </w:sdtContent>
                  </w:sdt>
                </w:tr>
                <w:tr w:rsidR="009C5C1A" w14:paraId="5DCDEAE4" w14:textId="77777777" w:rsidTr="009C5C1A">
                  <w:trPr>
                    <w:trHeight w:val="1254"/>
                  </w:trPr>
                  <w:tc>
                    <w:tcPr>
                      <w:tcW w:w="8505" w:type="dxa"/>
                    </w:tcPr>
                    <w:p w14:paraId="40C54A67" w14:textId="336F94B5" w:rsidR="009C5C1A" w:rsidRDefault="00D0639F" w:rsidP="009C5C1A">
                      <w:pPr>
                        <w:pStyle w:val="BriefKopf"/>
                      </w:pPr>
                      <w:r>
                        <w:t>Hochbauamt</w:t>
                      </w:r>
                      <w:r>
                        <w:br/>
                        <w:t xml:space="preserve">Baubereich </w:t>
                      </w:r>
                      <w:r w:rsidR="00851DC9">
                        <w:t>B</w:t>
                      </w:r>
                    </w:p>
                    <w:p w14:paraId="6BC41E5E" w14:textId="77777777" w:rsidR="009C5C1A" w:rsidRDefault="009C5C1A" w:rsidP="009C5C1A">
                      <w:pPr>
                        <w:pStyle w:val="BriefKopf"/>
                      </w:pPr>
                    </w:p>
                  </w:tc>
                </w:tr>
              </w:tbl>
              <w:p w14:paraId="3FB918A6" w14:textId="77777777" w:rsidR="009C5C1A" w:rsidRPr="000262EB" w:rsidRDefault="009C5C1A" w:rsidP="009C5C1A"/>
            </w:txbxContent>
          </v:textbox>
          <w10:wrap anchory="page"/>
        </v:shape>
      </w:pict>
    </w:r>
    <w:r>
      <w:pict w14:anchorId="79FE3EB8">
        <v:shape id="###DraftMode###1026" o:spid="_x0000_s2149" type="#_x0000_t202" alt="off" style="position:absolute;margin-left:1743.4pt;margin-top:-1584.2pt;width:83.35pt;height:20.85pt;z-index:251658752;mso-position-horizontal:right;mso-position-vertical:absolute;mso-position-vertical-relative:page" stroked="f">
          <v:textbox style="mso-next-textbox:####DraftMode###1026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9C5C1A" w14:paraId="3C7C259B" w14:textId="77777777" w:rsidTr="009C5C1A">
                  <w:trPr>
                    <w:trHeight w:val="170"/>
                  </w:trPr>
                  <w:tc>
                    <w:tcPr>
                      <w:tcW w:w="1565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  <w:hideMark/>
                    </w:tcPr>
                    <w:p w14:paraId="2A9F4DE5" w14:textId="77777777" w:rsidR="009C5C1A" w:rsidRDefault="009C5C1A">
                      <w:pPr>
                        <w:pStyle w:val="BriefKopffett"/>
                      </w:pPr>
                      <w:r>
                        <w:t>Entwurf</w:t>
                      </w:r>
                    </w:p>
                  </w:tc>
                </w:tr>
                <w:tr w:rsidR="009C5C1A" w14:paraId="0FA56EDD" w14:textId="77777777" w:rsidTr="009C5C1A">
                  <w:sdt>
                    <w:sdtPr>
                      <w:alias w:val="DocParam.Hidden.CreationTime"/>
                      <w:tag w:val="DocParam.Hidden.CreationTime"/>
                      <w:id w:val="1146235618"/>
                      <w:dataBinding w:xpath="//DateTime[@id='DocParam.Hidden.CreationTime']" w:storeItemID="{47E5A155-F42A-4178-82F2-12F177BE2055}"/>
                      <w:date w:fullDate="2019-03-29T14:43:00Z">
                        <w:dateFormat w:val="d. MMMM yyyy"/>
                        <w:lid w:val="de-CH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tc>
                        <w:tcPr>
                          <w:tcW w:w="1565" w:type="dxa"/>
                          <w:tcBorders>
                            <w:top w:val="single" w:sz="4" w:space="0" w:color="auto"/>
                            <w:left w:val="nil"/>
                            <w:bottom w:val="nil"/>
                            <w:right w:val="nil"/>
                          </w:tcBorders>
                          <w:hideMark/>
                        </w:tcPr>
                        <w:p w14:paraId="01BB75DE" w14:textId="77777777" w:rsidR="009C5C1A" w:rsidRDefault="009C5C1A">
                          <w:pPr>
                            <w:pStyle w:val="BriefKopf"/>
                          </w:pPr>
                          <w:r>
                            <w:t>29. März 2019</w:t>
                          </w:r>
                        </w:p>
                      </w:tc>
                    </w:sdtContent>
                  </w:sdt>
                </w:tr>
              </w:tbl>
              <w:p w14:paraId="589AC404" w14:textId="77777777" w:rsidR="009C5C1A" w:rsidRPr="002F1C35" w:rsidRDefault="009C5C1A" w:rsidP="009C5C1A"/>
            </w:txbxContent>
          </v:textbox>
          <w10:wrap anchory="page"/>
        </v:shape>
      </w:pict>
    </w:r>
    <w:r>
      <w:pict w14:anchorId="29B9172D">
        <v:shape id="_x0000_s2151" type="#_x0000_t202" style="position:absolute;margin-left:27.15pt;margin-top:21.25pt;width:91.8pt;height:87.85pt;z-index:251659776;mso-position-horizontal-relative:page;mso-position-vertical-relative:page" stroked="f">
          <v:textbox style="mso-next-textbox:#_x0000_s2151" inset="0,0,0,0">
            <w:txbxContent>
              <w:sdt>
                <w:sdtPr>
                  <w:alias w:val="Profile.Org.HeaderLogoShort"/>
                  <w:id w:val="4091672"/>
                  <w:dataBinding w:xpath="/ooImg/Profile.Org.HeaderLogoShort" w:storeItemID="{0F78725B-879F-4BE8-9207-3521EE9E852B}"/>
                  <w:picture/>
                </w:sdtPr>
                <w:sdtEndPr/>
                <w:sdtContent>
                  <w:p w14:paraId="000525BF" w14:textId="77777777" w:rsidR="009C5C1A" w:rsidRPr="00B00301" w:rsidRDefault="009C5C1A" w:rsidP="009C5C1A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07CEC71" wp14:editId="73876112">
                          <wp:extent cx="1115660" cy="1079081"/>
                          <wp:effectExtent l="19050" t="0" r="8291" b="0"/>
                          <wp:docPr id="4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60" cy="10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3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4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5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6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7" w15:restartNumberingAfterBreak="0">
    <w:nsid w:val="46991D47"/>
    <w:multiLevelType w:val="multilevel"/>
    <w:tmpl w:val="B6F8D8CC"/>
    <w:lvl w:ilvl="0">
      <w:start w:val="1"/>
      <w:numFmt w:val="none"/>
      <w:pStyle w:val="ListeNummernArabischNeustarten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eNummernArabisch"/>
      <w:lvlText w:val="%1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Restart w:val="0"/>
      <w:lvlText w:val="%2.%3.%4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Restart w:val="0"/>
      <w:lvlText w:val="%2.%3.%4.%5"/>
      <w:lvlJc w:val="left"/>
      <w:pPr>
        <w:ind w:left="2268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8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10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16610">
    <w:abstractNumId w:val="6"/>
  </w:num>
  <w:num w:numId="2" w16cid:durableId="1711568805">
    <w:abstractNumId w:val="4"/>
  </w:num>
  <w:num w:numId="3" w16cid:durableId="1818571988">
    <w:abstractNumId w:val="2"/>
  </w:num>
  <w:num w:numId="4" w16cid:durableId="1954826713">
    <w:abstractNumId w:val="7"/>
  </w:num>
  <w:num w:numId="5" w16cid:durableId="2017730785">
    <w:abstractNumId w:val="3"/>
  </w:num>
  <w:num w:numId="6" w16cid:durableId="993072267">
    <w:abstractNumId w:val="10"/>
  </w:num>
  <w:num w:numId="7" w16cid:durableId="1193107015">
    <w:abstractNumId w:val="1"/>
  </w:num>
  <w:num w:numId="8" w16cid:durableId="1193180398">
    <w:abstractNumId w:val="8"/>
  </w:num>
  <w:num w:numId="9" w16cid:durableId="874926292">
    <w:abstractNumId w:val="9"/>
  </w:num>
  <w:num w:numId="10" w16cid:durableId="1139616161">
    <w:abstractNumId w:val="5"/>
  </w:num>
  <w:num w:numId="11" w16cid:durableId="1008682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A1"/>
    <w:rsid w:val="00014EFB"/>
    <w:rsid w:val="000257AF"/>
    <w:rsid w:val="0002696B"/>
    <w:rsid w:val="000274DA"/>
    <w:rsid w:val="000601ED"/>
    <w:rsid w:val="00070DFB"/>
    <w:rsid w:val="00074438"/>
    <w:rsid w:val="00085994"/>
    <w:rsid w:val="000A2047"/>
    <w:rsid w:val="000B3E9B"/>
    <w:rsid w:val="000B6EA1"/>
    <w:rsid w:val="000C4065"/>
    <w:rsid w:val="000D5F0C"/>
    <w:rsid w:val="000E2B94"/>
    <w:rsid w:val="00104328"/>
    <w:rsid w:val="00121D32"/>
    <w:rsid w:val="001331EB"/>
    <w:rsid w:val="00135F16"/>
    <w:rsid w:val="00141E66"/>
    <w:rsid w:val="00177DFB"/>
    <w:rsid w:val="00190E9B"/>
    <w:rsid w:val="001978B4"/>
    <w:rsid w:val="001B5875"/>
    <w:rsid w:val="001C21F8"/>
    <w:rsid w:val="001D48A4"/>
    <w:rsid w:val="001F395A"/>
    <w:rsid w:val="001F39F6"/>
    <w:rsid w:val="001F3EE1"/>
    <w:rsid w:val="001F4FB4"/>
    <w:rsid w:val="001F7B4D"/>
    <w:rsid w:val="0022397B"/>
    <w:rsid w:val="00224D6C"/>
    <w:rsid w:val="002279E8"/>
    <w:rsid w:val="002376AD"/>
    <w:rsid w:val="0025297B"/>
    <w:rsid w:val="00257A25"/>
    <w:rsid w:val="00260967"/>
    <w:rsid w:val="002927C7"/>
    <w:rsid w:val="002A71BE"/>
    <w:rsid w:val="002B5D9F"/>
    <w:rsid w:val="002D17FE"/>
    <w:rsid w:val="002D3233"/>
    <w:rsid w:val="003004B4"/>
    <w:rsid w:val="003009DE"/>
    <w:rsid w:val="00331FD0"/>
    <w:rsid w:val="003343ED"/>
    <w:rsid w:val="00374F5D"/>
    <w:rsid w:val="00390CFB"/>
    <w:rsid w:val="003A5CBB"/>
    <w:rsid w:val="003B7768"/>
    <w:rsid w:val="003D7BE8"/>
    <w:rsid w:val="003F4ADD"/>
    <w:rsid w:val="003F665C"/>
    <w:rsid w:val="003F677F"/>
    <w:rsid w:val="00400D14"/>
    <w:rsid w:val="00404D8C"/>
    <w:rsid w:val="0042798C"/>
    <w:rsid w:val="00443348"/>
    <w:rsid w:val="00444918"/>
    <w:rsid w:val="0045268C"/>
    <w:rsid w:val="0045620B"/>
    <w:rsid w:val="00467441"/>
    <w:rsid w:val="00485C46"/>
    <w:rsid w:val="00496D27"/>
    <w:rsid w:val="004A597F"/>
    <w:rsid w:val="004C13DB"/>
    <w:rsid w:val="004D12E2"/>
    <w:rsid w:val="004E0609"/>
    <w:rsid w:val="004E56D6"/>
    <w:rsid w:val="004F14ED"/>
    <w:rsid w:val="004F6C7E"/>
    <w:rsid w:val="005113F3"/>
    <w:rsid w:val="00512AFE"/>
    <w:rsid w:val="005156EB"/>
    <w:rsid w:val="0052206B"/>
    <w:rsid w:val="005337CA"/>
    <w:rsid w:val="005339BB"/>
    <w:rsid w:val="00551003"/>
    <w:rsid w:val="00551107"/>
    <w:rsid w:val="005526CC"/>
    <w:rsid w:val="00573D84"/>
    <w:rsid w:val="00574A72"/>
    <w:rsid w:val="00580E2C"/>
    <w:rsid w:val="00581153"/>
    <w:rsid w:val="00595C98"/>
    <w:rsid w:val="005B09E1"/>
    <w:rsid w:val="005E3630"/>
    <w:rsid w:val="005F42EA"/>
    <w:rsid w:val="005F5333"/>
    <w:rsid w:val="005F7CF1"/>
    <w:rsid w:val="00654321"/>
    <w:rsid w:val="00657206"/>
    <w:rsid w:val="00682A5B"/>
    <w:rsid w:val="00683D23"/>
    <w:rsid w:val="00694686"/>
    <w:rsid w:val="006A6F53"/>
    <w:rsid w:val="006B67B8"/>
    <w:rsid w:val="006C08A9"/>
    <w:rsid w:val="006C53FE"/>
    <w:rsid w:val="006D0564"/>
    <w:rsid w:val="006D4EA8"/>
    <w:rsid w:val="006E0CC7"/>
    <w:rsid w:val="006E1642"/>
    <w:rsid w:val="006E1FB6"/>
    <w:rsid w:val="00700277"/>
    <w:rsid w:val="00716EE0"/>
    <w:rsid w:val="00720DFA"/>
    <w:rsid w:val="00722C47"/>
    <w:rsid w:val="00725030"/>
    <w:rsid w:val="0074201C"/>
    <w:rsid w:val="007531EA"/>
    <w:rsid w:val="00767EAA"/>
    <w:rsid w:val="00774BA3"/>
    <w:rsid w:val="007812D9"/>
    <w:rsid w:val="007B75AD"/>
    <w:rsid w:val="007C523D"/>
    <w:rsid w:val="007E395C"/>
    <w:rsid w:val="007F511F"/>
    <w:rsid w:val="00805FA6"/>
    <w:rsid w:val="00807D4E"/>
    <w:rsid w:val="00815AE4"/>
    <w:rsid w:val="0082145F"/>
    <w:rsid w:val="00825886"/>
    <w:rsid w:val="00851DC9"/>
    <w:rsid w:val="008561CC"/>
    <w:rsid w:val="008746B6"/>
    <w:rsid w:val="00883CD2"/>
    <w:rsid w:val="00890747"/>
    <w:rsid w:val="00891E59"/>
    <w:rsid w:val="00896428"/>
    <w:rsid w:val="0089672C"/>
    <w:rsid w:val="00896D71"/>
    <w:rsid w:val="008A6A0B"/>
    <w:rsid w:val="008C2A36"/>
    <w:rsid w:val="008C57B8"/>
    <w:rsid w:val="008C634C"/>
    <w:rsid w:val="008C6FF9"/>
    <w:rsid w:val="008D0A56"/>
    <w:rsid w:val="008D4DEE"/>
    <w:rsid w:val="008F52AF"/>
    <w:rsid w:val="00910D83"/>
    <w:rsid w:val="0093266F"/>
    <w:rsid w:val="009371AC"/>
    <w:rsid w:val="00956579"/>
    <w:rsid w:val="00975B4B"/>
    <w:rsid w:val="00982B94"/>
    <w:rsid w:val="009C5C1A"/>
    <w:rsid w:val="009E4C48"/>
    <w:rsid w:val="009F04C8"/>
    <w:rsid w:val="009F4315"/>
    <w:rsid w:val="009F4959"/>
    <w:rsid w:val="00A05C68"/>
    <w:rsid w:val="00A2635B"/>
    <w:rsid w:val="00A53AE0"/>
    <w:rsid w:val="00A55797"/>
    <w:rsid w:val="00A6583E"/>
    <w:rsid w:val="00A735DF"/>
    <w:rsid w:val="00AA3CCE"/>
    <w:rsid w:val="00AB0659"/>
    <w:rsid w:val="00AC1906"/>
    <w:rsid w:val="00AD6250"/>
    <w:rsid w:val="00AF5234"/>
    <w:rsid w:val="00B01373"/>
    <w:rsid w:val="00B0392B"/>
    <w:rsid w:val="00B13B84"/>
    <w:rsid w:val="00B345D8"/>
    <w:rsid w:val="00B37B28"/>
    <w:rsid w:val="00B4109E"/>
    <w:rsid w:val="00B4401B"/>
    <w:rsid w:val="00B62CB7"/>
    <w:rsid w:val="00B72F16"/>
    <w:rsid w:val="00B760E6"/>
    <w:rsid w:val="00B83E0A"/>
    <w:rsid w:val="00B9504A"/>
    <w:rsid w:val="00BA0042"/>
    <w:rsid w:val="00BA7B14"/>
    <w:rsid w:val="00BA7C9F"/>
    <w:rsid w:val="00BB68E8"/>
    <w:rsid w:val="00BE3575"/>
    <w:rsid w:val="00C0032E"/>
    <w:rsid w:val="00C0534E"/>
    <w:rsid w:val="00C11DAE"/>
    <w:rsid w:val="00C26D68"/>
    <w:rsid w:val="00C432AB"/>
    <w:rsid w:val="00C45962"/>
    <w:rsid w:val="00C50A4A"/>
    <w:rsid w:val="00C64541"/>
    <w:rsid w:val="00C65079"/>
    <w:rsid w:val="00C73839"/>
    <w:rsid w:val="00CA3B79"/>
    <w:rsid w:val="00CC275A"/>
    <w:rsid w:val="00CE0B03"/>
    <w:rsid w:val="00CE1A65"/>
    <w:rsid w:val="00CE4460"/>
    <w:rsid w:val="00D0639F"/>
    <w:rsid w:val="00D1305B"/>
    <w:rsid w:val="00D238E5"/>
    <w:rsid w:val="00D256AF"/>
    <w:rsid w:val="00D43D28"/>
    <w:rsid w:val="00D44671"/>
    <w:rsid w:val="00D50D8B"/>
    <w:rsid w:val="00D71274"/>
    <w:rsid w:val="00D8043A"/>
    <w:rsid w:val="00D84ACA"/>
    <w:rsid w:val="00D934D8"/>
    <w:rsid w:val="00DA5E52"/>
    <w:rsid w:val="00DB7A7E"/>
    <w:rsid w:val="00DC7767"/>
    <w:rsid w:val="00DD79BF"/>
    <w:rsid w:val="00DE6917"/>
    <w:rsid w:val="00DF44CA"/>
    <w:rsid w:val="00E60104"/>
    <w:rsid w:val="00E62D2E"/>
    <w:rsid w:val="00E62E07"/>
    <w:rsid w:val="00E65356"/>
    <w:rsid w:val="00E9235F"/>
    <w:rsid w:val="00EB088A"/>
    <w:rsid w:val="00EB1CB2"/>
    <w:rsid w:val="00EC42C9"/>
    <w:rsid w:val="00EE1C05"/>
    <w:rsid w:val="00EE56F4"/>
    <w:rsid w:val="00EF50A1"/>
    <w:rsid w:val="00EF7C37"/>
    <w:rsid w:val="00F04A52"/>
    <w:rsid w:val="00F22B17"/>
    <w:rsid w:val="00F46AE4"/>
    <w:rsid w:val="00F657BF"/>
    <w:rsid w:val="00F703BA"/>
    <w:rsid w:val="00F95F83"/>
    <w:rsid w:val="00FA0C45"/>
    <w:rsid w:val="00FA2938"/>
    <w:rsid w:val="00FB51BA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/>
    <o:shapelayout v:ext="edit">
      <o:idmap v:ext="edit" data="1"/>
    </o:shapelayout>
  </w:shapeDefaults>
  <w:decimalSymbol w:val="."/>
  <w:listSeparator w:val=";"/>
  <w14:docId w14:val="4AFA8027"/>
  <w15:docId w15:val="{2F583A33-48B7-4D6D-9EE6-429E708D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A2938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C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C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C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C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C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qFormat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uiPriority w:val="99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uiPriority w:val="99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uiPriority w:val="99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uiPriority w:val="99"/>
    <w:rsid w:val="00530317"/>
    <w:rPr>
      <w:rFonts w:ascii="Arial Black" w:hAnsi="Arial Black"/>
    </w:rPr>
  </w:style>
  <w:style w:type="paragraph" w:customStyle="1" w:styleId="Neutral">
    <w:name w:val="Neutral"/>
    <w:basedOn w:val="Standard"/>
    <w:uiPriority w:val="99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1"/>
      </w:numPr>
    </w:pPr>
  </w:style>
  <w:style w:type="paragraph" w:customStyle="1" w:styleId="MMKopfgross">
    <w:name w:val="MM_Kopf_gross"/>
    <w:basedOn w:val="BriefKopf"/>
    <w:next w:val="BriefKopf"/>
    <w:uiPriority w:val="99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uiPriority w:val="99"/>
    <w:rsid w:val="0035023A"/>
    <w:pPr>
      <w:spacing w:after="0"/>
    </w:pPr>
  </w:style>
  <w:style w:type="paragraph" w:customStyle="1" w:styleId="BriefDatum">
    <w:name w:val="Brief_Datum"/>
    <w:basedOn w:val="Grundtext"/>
    <w:uiPriority w:val="99"/>
    <w:rsid w:val="0035023A"/>
    <w:pPr>
      <w:spacing w:after="0"/>
    </w:pPr>
  </w:style>
  <w:style w:type="paragraph" w:customStyle="1" w:styleId="BriefBetreff">
    <w:name w:val="Brief_Betreff"/>
    <w:basedOn w:val="Grundtext"/>
    <w:uiPriority w:val="99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uiPriority w:val="99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uiPriority w:val="99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uiPriority w:val="99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uiPriority w:val="99"/>
    <w:rsid w:val="008004EF"/>
    <w:pPr>
      <w:numPr>
        <w:numId w:val="2"/>
      </w:numPr>
      <w:contextualSpacing/>
    </w:pPr>
  </w:style>
  <w:style w:type="paragraph" w:customStyle="1" w:styleId="ListePunkt">
    <w:name w:val="Liste_Punkt"/>
    <w:basedOn w:val="Grundtext"/>
    <w:uiPriority w:val="99"/>
    <w:rsid w:val="008004EF"/>
    <w:pPr>
      <w:numPr>
        <w:numId w:val="3"/>
      </w:numPr>
      <w:contextualSpacing/>
    </w:pPr>
  </w:style>
  <w:style w:type="paragraph" w:customStyle="1" w:styleId="ListeNummernArabisch">
    <w:name w:val="Liste_Nummern_Arabisch"/>
    <w:basedOn w:val="Grundtext"/>
    <w:uiPriority w:val="99"/>
    <w:rsid w:val="008004EF"/>
    <w:pPr>
      <w:numPr>
        <w:ilvl w:val="1"/>
        <w:numId w:val="4"/>
      </w:numPr>
      <w:contextualSpacing/>
    </w:pPr>
  </w:style>
  <w:style w:type="paragraph" w:customStyle="1" w:styleId="ListeNummernRoemisch">
    <w:name w:val="Liste_Nummern_Roemisch"/>
    <w:basedOn w:val="Grundtext"/>
    <w:uiPriority w:val="99"/>
    <w:rsid w:val="008004EF"/>
    <w:pPr>
      <w:numPr>
        <w:numId w:val="5"/>
      </w:numPr>
      <w:contextualSpacing/>
    </w:pPr>
  </w:style>
  <w:style w:type="paragraph" w:customStyle="1" w:styleId="Titel01">
    <w:name w:val="Titel_01"/>
    <w:basedOn w:val="Grundtext"/>
    <w:next w:val="Grundtext"/>
    <w:uiPriority w:val="99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uiPriority w:val="99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uiPriority w:val="99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uiPriority w:val="99"/>
    <w:rsid w:val="00931B37"/>
  </w:style>
  <w:style w:type="paragraph" w:customStyle="1" w:styleId="Titel02Nummern">
    <w:name w:val="Titel_02_Nummern"/>
    <w:basedOn w:val="Titel02"/>
    <w:next w:val="Grundtext"/>
    <w:uiPriority w:val="99"/>
    <w:rsid w:val="00931B37"/>
  </w:style>
  <w:style w:type="paragraph" w:customStyle="1" w:styleId="Titel03Nummern">
    <w:name w:val="Titel_03_Nummern"/>
    <w:basedOn w:val="Titel03"/>
    <w:next w:val="Grundtext"/>
    <w:uiPriority w:val="99"/>
    <w:rsid w:val="00931B37"/>
  </w:style>
  <w:style w:type="paragraph" w:customStyle="1" w:styleId="Zwischentitel">
    <w:name w:val="Zwischentitel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uiPriority w:val="99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uiPriority w:val="99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uiPriority w:val="99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uiPriority w:val="99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uiPriority w:val="99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uiPriority w:val="99"/>
    <w:rsid w:val="00990EE5"/>
    <w:pPr>
      <w:spacing w:after="0"/>
    </w:pPr>
  </w:style>
  <w:style w:type="paragraph" w:customStyle="1" w:styleId="TabelleZellefett">
    <w:name w:val="Tabelle_Zelle_fett"/>
    <w:basedOn w:val="TabelleZelle"/>
    <w:uiPriority w:val="99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uiPriority w:val="99"/>
    <w:rsid w:val="00B51B63"/>
    <w:pPr>
      <w:numPr>
        <w:numId w:val="6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uiPriority w:val="99"/>
    <w:rsid w:val="00012506"/>
    <w:pPr>
      <w:numPr>
        <w:numId w:val="7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uiPriority w:val="99"/>
    <w:rsid w:val="00012506"/>
    <w:pPr>
      <w:numPr>
        <w:numId w:val="8"/>
      </w:numPr>
      <w:tabs>
        <w:tab w:val="left" w:pos="567"/>
      </w:tabs>
    </w:pPr>
  </w:style>
  <w:style w:type="paragraph" w:customStyle="1" w:styleId="Titel0216pt">
    <w:name w:val="Titel_02_16pt"/>
    <w:basedOn w:val="Titel02"/>
    <w:uiPriority w:val="99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uiPriority w:val="99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uiPriority w:val="99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9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10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customStyle="1" w:styleId="Invisible">
    <w:name w:val="Invisible"/>
    <w:basedOn w:val="Standard"/>
    <w:rsid w:val="00557496"/>
    <w:pPr>
      <w:spacing w:after="0" w:line="72" w:lineRule="auto"/>
    </w:pPr>
    <w:rPr>
      <w:sz w:val="6"/>
      <w:lang w:val="fr-CH"/>
    </w:rPr>
  </w:style>
  <w:style w:type="paragraph" w:customStyle="1" w:styleId="ListeNummernArabischNeustarten">
    <w:name w:val="Liste_Nummern_Arabisch_Neustarten"/>
    <w:basedOn w:val="Invisible"/>
    <w:next w:val="Grundtext"/>
    <w:rsid w:val="00557496"/>
    <w:pPr>
      <w:numPr>
        <w:numId w:val="4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F5D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C1A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C1A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C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C5C1A"/>
    <w:pPr>
      <w:spacing w:after="0" w:line="240" w:lineRule="auto"/>
    </w:pPr>
    <w:rPr>
      <w:rFonts w:eastAsia="Times New Roman"/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C5C1A"/>
    <w:rPr>
      <w:rFonts w:ascii="Arial" w:eastAsia="Times New Roman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C5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C5C1A"/>
    <w:rPr>
      <w:rFonts w:ascii="Consolas" w:hAnsi="Consolas"/>
      <w:sz w:val="20"/>
      <w:szCs w:val="20"/>
    </w:rPr>
  </w:style>
  <w:style w:type="paragraph" w:customStyle="1" w:styleId="msonormal0">
    <w:name w:val="msonormal"/>
    <w:basedOn w:val="Standard"/>
    <w:uiPriority w:val="99"/>
    <w:semiHidden/>
    <w:rsid w:val="009C5C1A"/>
    <w:rPr>
      <w:rFonts w:ascii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C5C1A"/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890" w:hanging="21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C5C1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C5C1A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5C1A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C5C1A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C5C1A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C5C1A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C5C1A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C5C1A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C5C1A"/>
    <w:pPr>
      <w:spacing w:after="100"/>
      <w:ind w:left="1680"/>
    </w:pPr>
  </w:style>
  <w:style w:type="paragraph" w:styleId="Standardeinzug">
    <w:name w:val="Normal Indent"/>
    <w:basedOn w:val="Standard"/>
    <w:unhideWhenUsed/>
    <w:rsid w:val="009C5C1A"/>
    <w:pPr>
      <w:ind w:left="708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5C1A"/>
    <w:rPr>
      <w:rFonts w:ascii="Arial" w:hAnsi="Arial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9C5C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5C1A"/>
    <w:rPr>
      <w:rFonts w:ascii="Arial" w:hAnsi="Arial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9C5C1A"/>
    <w:rPr>
      <w:rFonts w:asciiTheme="majorHAnsi" w:eastAsiaTheme="majorEastAsia" w:hAnsiTheme="majorHAnsi" w:cstheme="majorBidi"/>
      <w:b/>
      <w:b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C5C1A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C5C1A"/>
    <w:pPr>
      <w:spacing w:after="0"/>
    </w:pPr>
  </w:style>
  <w:style w:type="paragraph" w:styleId="Umschlagadresse">
    <w:name w:val="envelope address"/>
    <w:basedOn w:val="Standard"/>
    <w:uiPriority w:val="99"/>
    <w:semiHidden/>
    <w:unhideWhenUsed/>
    <w:rsid w:val="009C5C1A"/>
    <w:pPr>
      <w:framePr w:w="4320" w:h="2160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9C5C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C5C1A"/>
    <w:rPr>
      <w:rFonts w:ascii="Arial" w:hAnsi="Arial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C5C1A"/>
    <w:pPr>
      <w:spacing w:after="0"/>
      <w:ind w:left="210" w:hanging="210"/>
    </w:pPr>
  </w:style>
  <w:style w:type="paragraph" w:styleId="Makrotext">
    <w:name w:val="macro"/>
    <w:link w:val="MakrotextZchn"/>
    <w:uiPriority w:val="99"/>
    <w:semiHidden/>
    <w:unhideWhenUsed/>
    <w:rsid w:val="009C5C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C5C1A"/>
    <w:rPr>
      <w:rFonts w:ascii="Consolas" w:hAnsi="Consolas"/>
      <w:sz w:val="20"/>
      <w:szCs w:val="20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9C5C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iste">
    <w:name w:val="List"/>
    <w:basedOn w:val="Standard"/>
    <w:uiPriority w:val="99"/>
    <w:semiHidden/>
    <w:unhideWhenUsed/>
    <w:rsid w:val="009C5C1A"/>
    <w:pPr>
      <w:ind w:left="283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9C5C1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C5C1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C5C1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C5C1A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C5C1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C5C1A"/>
    <w:rPr>
      <w:rFonts w:ascii="Arial" w:hAnsi="Arial"/>
      <w:sz w:val="2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C5C1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C5C1A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C5C1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C5C1A"/>
    <w:rPr>
      <w:rFonts w:ascii="Arial" w:hAnsi="Arial"/>
      <w:sz w:val="21"/>
    </w:rPr>
  </w:style>
  <w:style w:type="paragraph" w:styleId="Listenfortsetzung">
    <w:name w:val="List Continue"/>
    <w:basedOn w:val="Standard"/>
    <w:uiPriority w:val="99"/>
    <w:semiHidden/>
    <w:unhideWhenUsed/>
    <w:rsid w:val="009C5C1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C5C1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C5C1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C5C1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C5C1A"/>
    <w:pPr>
      <w:spacing w:after="120"/>
      <w:ind w:left="1415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C5C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C5C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C5C1A"/>
  </w:style>
  <w:style w:type="character" w:customStyle="1" w:styleId="AnredeZchn">
    <w:name w:val="Anrede Zchn"/>
    <w:basedOn w:val="Absatz-Standardschriftart"/>
    <w:link w:val="Anrede"/>
    <w:uiPriority w:val="99"/>
    <w:semiHidden/>
    <w:rsid w:val="009C5C1A"/>
    <w:rPr>
      <w:rFonts w:ascii="Arial" w:hAnsi="Arial"/>
      <w:sz w:val="2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C5C1A"/>
  </w:style>
  <w:style w:type="character" w:customStyle="1" w:styleId="DatumZchn">
    <w:name w:val="Datum Zchn"/>
    <w:basedOn w:val="Absatz-Standardschriftart"/>
    <w:link w:val="Datum"/>
    <w:uiPriority w:val="99"/>
    <w:semiHidden/>
    <w:rsid w:val="009C5C1A"/>
    <w:rPr>
      <w:rFonts w:ascii="Arial" w:hAnsi="Arial"/>
      <w:sz w:val="21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C5C1A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C5C1A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C5C1A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C5C1A"/>
    <w:rPr>
      <w:rFonts w:ascii="Arial" w:hAnsi="Arial"/>
      <w:sz w:val="21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C5C1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C5C1A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C5C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C5C1A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C5C1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C5C1A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C5C1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C5C1A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C5C1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C5C1A"/>
    <w:rPr>
      <w:rFonts w:ascii="Arial" w:hAnsi="Arial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rsid w:val="009C5C1A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C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C5C1A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9C5C1A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C5C1A"/>
    <w:rPr>
      <w:rFonts w:ascii="Consolas" w:hAnsi="Consolas"/>
      <w:sz w:val="21"/>
      <w:szCs w:val="21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C5C1A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C5C1A"/>
    <w:rPr>
      <w:rFonts w:ascii="Arial" w:hAnsi="Arial"/>
      <w:sz w:val="2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C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C1A"/>
    <w:rPr>
      <w:rFonts w:ascii="Arial" w:hAnsi="Arial"/>
      <w:b/>
      <w:bCs/>
      <w:sz w:val="20"/>
      <w:szCs w:val="20"/>
    </w:rPr>
  </w:style>
  <w:style w:type="paragraph" w:styleId="berarbeitung">
    <w:name w:val="Revision"/>
    <w:uiPriority w:val="99"/>
    <w:semiHidden/>
    <w:rsid w:val="009C5C1A"/>
    <w:pPr>
      <w:spacing w:after="0" w:line="240" w:lineRule="auto"/>
    </w:pPr>
    <w:rPr>
      <w:rFonts w:ascii="Arial" w:hAnsi="Arial"/>
      <w:sz w:val="21"/>
    </w:rPr>
  </w:style>
  <w:style w:type="paragraph" w:styleId="Listenabsatz">
    <w:name w:val="List Paragraph"/>
    <w:basedOn w:val="Standard"/>
    <w:uiPriority w:val="34"/>
    <w:qFormat/>
    <w:rsid w:val="009C5C1A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C5C1A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C5C1A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berschriftZchn">
    <w:name w:val="1. Überschrift Zchn"/>
    <w:basedOn w:val="Absatz-Standardschriftart"/>
    <w:link w:val="1berschrift"/>
    <w:uiPriority w:val="99"/>
    <w:semiHidden/>
    <w:locked/>
    <w:rsid w:val="009C5C1A"/>
    <w:rPr>
      <w:rFonts w:ascii="Arial Black" w:eastAsia="Times New Roman" w:hAnsi="Arial Black" w:cs="Times New Roman"/>
      <w:b/>
      <w:shd w:val="clear" w:color="auto" w:fill="DDF0FF"/>
      <w:lang w:eastAsia="de-DE"/>
    </w:rPr>
  </w:style>
  <w:style w:type="paragraph" w:customStyle="1" w:styleId="1berschrift">
    <w:name w:val="1. Überschrift"/>
    <w:basedOn w:val="Standard"/>
    <w:link w:val="1berschriftZchn"/>
    <w:uiPriority w:val="99"/>
    <w:semiHidden/>
    <w:qFormat/>
    <w:rsid w:val="009C5C1A"/>
    <w:pPr>
      <w:numPr>
        <w:numId w:val="11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2"/>
      <w:lang w:eastAsia="de-DE"/>
    </w:rPr>
  </w:style>
  <w:style w:type="paragraph" w:customStyle="1" w:styleId="111berschrift">
    <w:name w:val="1.1.1 Überschrift"/>
    <w:basedOn w:val="berschrift1"/>
    <w:uiPriority w:val="99"/>
    <w:semiHidden/>
    <w:qFormat/>
    <w:rsid w:val="009C5C1A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C5C1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53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gt2\AppData\Local\Temp\09078df7-24ce-433e-8ddb-26ba2db69680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200657112</Id>
      <Width>0</Width>
      <Height>0</Height>
      <XPath>/ooImg/Profile.Org.Kanton</XPath>
      <ImageHash>fedfa46efbe28957e006e244d2ce5914</ImageHash>
    </ImageSizeDefinition>
    <ImageSizeDefinition>
      <Id>1390341077</Id>
      <Width>0</Width>
      <Height>0</Height>
      <XPath>/ooImg/Profile.Org.HeaderLogoShort</XPath>
      <ImageHash>19d83c140522fa4ad9243b1cc07bb339</ImageHash>
    </ImageSizeDefinition>
  </ImageDefinitions>
</OneOffixxImageDefinitionPart>
</file>

<file path=customXml/item2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  <Category id="Liste_Nummern_Neu_beginnen_bei-1">
          <Label lcid="2055">Aufzählung Neu beginnen bei 1</Label>
          <Definition type="Liste_Nummern_Arabisch_Neustarten" style="Liste_Nummern_Arabisch_Neustarten">
            <Label lcid="2055">Liste Nummern Arabisch Neustarten</Label>
          </Definition>
        </Category>
      </Group>
    </DocumentFunction>
  </Configuration>
</OneOffixxFormatt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f e 0 5 d 2 0 e - c f b 7 - 4 5 5 d - b b e 0 - 2 3 2 f e 0 4 d 6 b d 5 "   t I d = " a 7 6 f 6 3 e 3 - 7 e b 0 - 4 e 2 d - 8 d 3 2 - 6 f b f f a 0 7 3 6 d f "   i n t e r n a l T I d = " a 7 6 f 6 3 e 3 - 7 e b 0 - 4 e 2 d - 8 d 3 2 - 6 f b f f a 0 7 3 6 d f "   m t I d = " 2 7 5 a f 3 2 e - b c 4 0 - 4 5 c 2 - 8 5 b 7 - a f b 1 c 0 3 8 2 6 5 3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2 8 b a 5 1 b 2 - 2 0 6 1 - 4 e e 0 - 8 6 d 0 - f c 3 4 e 6 0 e 4 b 7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a r a m e t e r   w i n d o w w i d t h = " 7 5 0 " >  
                 < T e x t   i d = " D o c P a r a m . A t t a c h m e n t s "   r o w = " 5 "   c o l u m n = " 1 "   c o l u m n s p a n = " 3 "   m u l t i l i n e = " T r u e "   m u l t i l i n e r o w s = " 1 . 5 "   l a b e l = " B e i l a g e n "   v i s i b l e = " F a l s e " > < ! [ C D A T A [   ] ] > < / T e x t >  
                 < T e x t   i d = " D o c P a r a m . C o p y T o "   r o w = " 3 "   c o l u m n = " 1 "   c o l u m n s p a n = " 3 "   m u l t i l i n e = " T r u e "   m u l t i l i n e r o w s = " 1 . 5 "   l a b e l = " K o p i e   a n "   v i s i b l e = " F a l s e " > < ! [ C D A T A [   ] ] > < / T e x t >  
                 < D a t e T i m e   i d = " D o c P a r a m . C r e a t i o n T i m e "   l i d = " D e u t s c h   ( D e u t s c h l a n d ) "   r o w = " 1 "   c o l u m n = " 1 "   c o l u m n s p a n = " 1 "   l a b e l = " D a t u m "   v i s i b l e = " F a l s e " > 2 0 1 9 - 0 3 - 2 9 T 1 3 : 4 3 : 2 3 . 1 5 0 7 7 6 2 Z < / D a t e T i m e >  
                 < D a t e T i m e   i d = " D o c P a r a m . D a t e "   l i d = " D e u t s c h   ( D e u t s c h l a n d ) "   f o r m a t = " d .   M M M M   y y y y "   r o w = " 2 "   c o l u m n = " 1 "   c o l u m n s p a n = " 1 "   l a b e l = " D a t u m "   v i s i b l e = " F a l s e " > 2 0 1 9 - 0 3 - 2 9 T 1 3 : 4 3 : 2 3 . 1 5 0 7 7 6 2 Z < / D a t e T i m e >  
                 < C h e c k B o x   i d = " D o c P a r a m . D a t e S t a m p "   r o w = " 7 "   c o l u m n = " 1 "   c o l u m n s p a n = " 1 "   l a b e l = " D a t u m s - S t e m p e l "   v i s i b l e = " F a l s e " > f a l s e < / C h e c k B o x >  
                 < T e x t   i d = " T e x t D o c P a r a m . D a t e S t a m p "   l a b e l = " D a t u m s - S t e m p e l t e x t "   v i s i b l e = " F a l s e " > < ! [ C D A T A [ D a t u m s - S t e m p e l ] ] > < / T e x t >  
                 < T e x t   i d = " D o c P a r a m . F o o t e r N r "   r o w = " 8 "   c o l u m n = " 1 "   c o l u m n s p a n = " 1 "   l a b e l = " F u s s z e i l e "   v i s i b l e = " F a l s e " > < ! [ C D A T A [   ] ] > < / T e x t >  
                 < T e x t   i d = " D o c P a r a m . G o e s T o "   r o w = " 4 "   c o l u m n = " 1 "   c o l u m n s p a n = " 3 "   m u l t i l i n e = " T r u e "   m u l t i l i n e r o w s = " 1 . 5 "   l a b e l = " G e h t   a n "   v i s i b l e = " F a l s e " > < ! [ C D A T A [   ] ] > < / T e x t >  
                 < T e x t   i d = " D o c P a r a m . H e a d e r S u b j e c t "   r o w = " 6 "   c o l u m n = " 1 "   c o l u m n s p a n = " 3 "   m u l t i l i n e = " T r u e "   m u l t i l i n e r o w s = " 1 . 5 "   l a b e l = " T e x t   F o l g e s e i t e n "   v i s i b l e = " F a l s e " > < ! [ C D A T A [ B a u d i r e k t i o n ] ] > < / T e x t >  
                 < D a t e T i m e   i d = " D o c P a r a m . H i d d e n . C r e a t i o n T i m e "   l i d = " D e u t s c h   ( D e u t s c h l a n d ) "   f o r m a t = " d .   M M M M   y y y y "   v i s i b l e = " F a l s e " > 2 0 1 9 - 0 3 - 2 9 T 1 3 : 4 3 : 0 0 Z < / D a t e T i m e >  
                 < T e x t   i d = " D o c P a r a m . R e f N r "   r o w = " 1 "   c o l u m n = " 1 "   c o l u m n s p a n = " 3 "   l a b e l = " R e f e r e n z - N r . "   v i s i b l e = " F a l s e " > < ! [ C D A T A [   ] ] > < / T e x t >  
                 < C h e c k B o x   i d = " D o c P a r a m . S e n d e r F a x "   r o w = " 7 "   c o l u m n = " 2 "   c o l u m n s p a n = " 1 "   l a b e l = " A b s e n d e r - F a x n u m m e r "   v i s i b l e = " F a l s e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F o o t e r "   r o w = " 7 "   c o l u m n = " 3 "   c o l u m n s p a n = " 1 "   l a b e l = " D a t e i p f a d   a n z e i g e n "   v i s i b l e = " F a l s e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D o c P a r a m . S u b j e c t "   c o l u m n = " 1 "   c o l u m n s p a n = " 3 "   l a b e l = " B e t r e f f "   v i s i b l e = " F a l s e " > < ! [ C D A T A [ R a h m e n v e r t r a g    
 B a u h e r r e n s e i t i g e   Q u a l i t � t s s i c h e r u n g   Q S  
 B 1   A n g a b e n   U n t e r n e h m u n g     ] ] > < / T e x t >  
                 < T e x t   i d = " D o c P a r a m . S u b j e c t "   c o l u m n = " 1 "   c o l u m n s p a n = " 3 "   m u l t i l i n e = " T r u e "   m u l t i l i n e r o w s = " 1 . 5 "   l a b e l = " B e t r e f f "   v i s i b l e = " F a l s e " > < ! [ C D A T A [   ] ] > < / T e x t >  
                 < L a b e l   i d = " L B L H e a d e r "   r o w = " 9 "   c o l u m n s p a n = " 4 "   l a b e l = " B a s i s   F o r m a t   F o r m u l a r   N e u t r a l   h o c h   m i t   T i t e l "   v i s i b l e = " F a l s e " /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P r o f i l e >  
                 < T e x t   i d = " P r o f i l e . I d "   l a b e l = " P r o f i l e . I d " > < ! [ C D A T A [ 2 8 b a 5 1 b 2 - 2 0 6 1 - 4 e e 0 - 8 6 d 0 - f c 3 4 e 6 0 e 4 b 7 b ] ] > < / T e x t >  
                 < T e x t   i d = " P r o f i l e . O r g a n i z a t i o n U n i t I d "   l a b e l = " P r o f i l e . O r g a n i z a t i o n U n i t I d " > < ! [ C D A T A [ 5 f 9 8 4 b 2 6 - 4 c e 2 - 4 6 f d - 8 4 a a - 1 f 7 d b 5 4 8 a f e 8 ] ] > < / T e x t >  
                 < T e x t   i d = " P r o f i l e . O r g . P o s t a l . C o u n t r y "   l a b e l = " P r o f i l e . O r g . P o s t a l . C o u n t r y " > < ! [ C D A T A [ S c h w e i z ] ] > < / T e x t >  
                 < T e x t   i d = " P r o f i l e . O r g . P o s t a l . L Z i p "   l a b e l = " P r o f i l e . O r g . P o s t a l . L Z i p " > < ! [ C D A T A [ C H ] ] > < / T e x t >  
                 < T e x t   i d = " P r o f i l e . O r g . T i t l e "   l a b e l = " P r o f i l e . O r g . T i t l e " > < ! [ C D A T A [ K a n t o n   Z � r i c h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t h o m a s . g l a e s s @ b d . z h . c h ] ] > < / T e x t >  
                 < T e x t   i d = " P r o f i l e . U s e r . F a x "   l a b e l = " P r o f i l e . U s e r . F a x " > < ! [ C D A T A [ + 4 1   4 3   2 5 9   5 1   9 3 ] ] > < / T e x t >  
                 < T e x t   i d = " P r o f i l e . U s e r . F i r s t N a m e "   l a b e l = " P r o f i l e . U s e r . F i r s t N a m e " > < ! [ C D A T A [ T h o m a s ] ] > < / T e x t >  
                 < T e x t   i d = " P r o f i l e . U s e r . F u n c t i o n "   l a b e l = " P r o f i l e . U s e r . F u n c t i o n " > < ! [ C D A T A [ P r o j e k t l e i t e r ] ] > < / T e x t >  
                 < T e x t   i d = " P r o f i l e . U s e r . J o b D e s c r i p t i o n "   l a b e l = " P r o f i l e . U s e r . J o b D e s c r i p t i o n " > < ! [ C D A T A [   ] ] > < / T e x t >  
                 < T e x t   i d = " P r o f i l e . U s e r . L a s t N a m e "   l a b e l = " P r o f i l e . U s e r . L a s t N a m e " > < ! [ C D A T A [ G l � s s ] ] > < / T e x t >  
                 < T e x t   i d = " P r o f i l e . U s e r . O u L e v 1 "   l a b e l = " P r o f i l e . U s e r . O u L e v 1 " > < ! [ C D A T A [ K a n t o n   Z � r i c h ] ] > < / T e x t >  
                 < T e x t   i d = " P r o f i l e . U s e r . O u L e v 2 "   l a b e l = " P r o f i l e . U s e r . O u L e v 2 " > < ! [ C D A T A [ B a u d i r e k t i o n ] ] > < / T e x t >  
                 < T e x t   i d = " P r o f i l e . U s e r . O u L e v 3 "   l a b e l = " P r o f i l e . U s e r . O u L e v 3 " > < ! [ C D A T A [ H o c h b a u a m t ] ] > < / T e x t >  
                 < T e x t   i d = " P r o f i l e . U s e r . O u L e v 4 "   l a b e l = " P r o f i l e . U s e r . O u L e v 4 " > < ! [ C D A T A [ B a u b e r e i c h   D ] ] > < / T e x t >  
                 < T e x t   i d = " P r o f i l e . U s e r . O u L e v 5 "   l a b e l = " P r o f i l e . U s e r . O u L e v 5 " > < ! [ C D A T A [ R e s s o r t   1 ] ] > < / T e x t >  
                 < T e x t   i d = " P r o f i l e . U s e r . O u L e v 6 "   l a b e l = " P r o f i l e . U s e r . O u L e v 6 " > < ! [ C D A T A [   ] ] > < / T e x t >  
                 < T e x t   i d = " P r o f i l e . U s e r . O u L e v 7 "   l a b e l = " P r o f i l e . U s e r . O u L e v 7 " > < ! [ C D A T A [   ] ] > < / T e x t >  
                 < T e x t   i d = " P r o f i l e . U s e r . O u M a i l "   l a b e l = " P r o f i l e . U s e r . O u M a i l " > < ! [ C D A T A [ i n f o @ b d . z h . c h ] ] > < / T e x t >  
                 < T e x t   i d = " P r o f i l e . U s e r . O u P h o n e "   l a b e l = " P r o f i l e . U s e r . O u P h o n e " > < ! [ C D A T A [ + 4 1   4 3   2 5 9   2 8   4 2 ] ] > < / T e x t >  
                 < T e x t   i d = " P r o f i l e . U s e r . P h o n e "   l a b e l = " P r o f i l e . U s e r . P h o n e " > < ! [ C D A T A [ + 4 1   4 3   2 5 9   2 8   9 2 ] ] > < / T e x t >  
                 < T e x t   i d = " P r o f i l e . U s e r . P o s t a l . C i t y "   l a b e l = " P r o f i l e . U s e r . P o s t a l . C i t y " > < ! [ C D A T A [ Z � r i c h ] ] > < / T e x t >  
                 < T e x t   i d = " P r o f i l e . U s e r . P o s t a l . O f f i c e N a m e "   l a b e l = " P r o f i l e . U s e r . P o s t a l . O f f i c e N a m e " > < ! [ C D A T A [ 3 0 5 ] ] > < / T e x t >  
                 < T e x t   i d = " P r o f i l e . U s e r . P o s t a l . P O B o x "   l a b e l = " P r o f i l e . U s e r . P o s t a l . P O B o x " > < ! [ C D A T A [   ] ] > < / T e x t >  
                 < T e x t   i d = " P r o f i l e . U s e r . P o s t a l . S t r e e t "   l a b e l = " P r o f i l e . U s e r . P o s t a l . S t r e e t " > < ! [ C D A T A [ S t a m p f e n b a c h s t r a s s e   1 1 0 ] ] > < / T e x t >  
                 < T e x t   i d = " P r o f i l e . U s e r . P o s t a l . Z i p "   l a b e l = " P r o f i l e . U s e r . P o s t a l . Z i p " > < ! [ C D A T A [ 8 0 9 0 ] ] > < / T e x t >  
                 < T e x t   i d = " P r o f i l e . U s e r . S a l u t a t i o n "   l a b e l = " P r o f i l e . U s e r . S a l u t a t i o n " > < ! [ C D A T A [ H e r r ] ] > < / T e x t >  
                 < T e x t   i d = " P r o f i l e . U s e r . T i t l e "   l a b e l = " P r o f i l e . U s e r . T i t l e " > < ! [ C D A T A [   ] ] > < / T e x t >  
                 < T e x t   i d = " P r o f i l e . U s e r . U r l "   l a b e l = " P r o f i l e . U s e r . U r l " > < ! [ C D A T A [ w w w . h o c h b a u a m t . z h . c h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t h o m a s . g l a e s s @ b d . z h . c h ] ] > < / T e x t >  
                 < T e x t   i d = " A u t h o r . U s e r . F a x "   l a b e l = " A u t h o r . U s e r . F a x " > < ! [ C D A T A [ + 4 1   4 3   2 5 9   5 1   9 3 ] ] > < / T e x t >  
                 < T e x t   i d = " A u t h o r . U s e r . F i r s t N a m e "   l a b e l = " A u t h o r . U s e r . F i r s t N a m e " > < ! [ C D A T A [ T h o m a s ] ] > < / T e x t >  
                 < T e x t   i d = " A u t h o r . U s e r . F u n c t i o n "   l a b e l = " A u t h o r . U s e r . F u n c t i o n " > < ! [ C D A T A [ P r o j e k t l e i t e r ] ] > < / T e x t >  
                 < T e x t   i d = " A u t h o r . U s e r . J o b D e s c r i p t i o n "   l a b e l = " A u t h o r . U s e r . J o b D e s c r i p t i o n " > < ! [ C D A T A [   ] ] > < / T e x t >  
                 < T e x t   i d = " A u t h o r . U s e r . L a s t N a m e "   l a b e l = " A u t h o r . U s e r . L a s t N a m e " > < ! [ C D A T A [ G l � s s ] ] > < / T e x t >  
                 < T e x t   i d = " A u t h o r . U s e r . O u L e v 1 "   l a b e l = " A u t h o r . U s e r . O u L e v 1 " > < ! [ C D A T A [ K a n t o n   Z � r i c h ] ] > < / T e x t >  
                 < T e x t   i d = " A u t h o r . U s e r . O u L e v 2 "   l a b e l = " A u t h o r . U s e r . O u L e v 2 " > < ! [ C D A T A [ B a u d i r e k t i o n ] ] > < / T e x t >  
                 < T e x t   i d = " A u t h o r . U s e r . O u L e v 3 "   l a b e l = " A u t h o r . U s e r . O u L e v 3 " > < ! [ C D A T A [ H o c h b a u a m t ] ] > < / T e x t >  
                 < T e x t   i d = " A u t h o r . U s e r . O u L e v 4 "   l a b e l = " A u t h o r . U s e r . O u L e v 4 " > < ! [ C D A T A [ B a u b e r e i c h   D ] ] > < / T e x t >  
                 < T e x t   i d = " A u t h o r . U s e r . O u L e v 5 "   l a b e l = " A u t h o r . U s e r . O u L e v 5 " > < ! [ C D A T A [ R e s s o r t   1 ] ] > < / T e x t >  
                 < T e x t   i d = " A u t h o r . U s e r . O u L e v 6 "   l a b e l = " A u t h o r . U s e r . O u L e v 6 " > < ! [ C D A T A [   ] ] > < / T e x t >  
                 < T e x t   i d = " A u t h o r . U s e r . O u L e v 7 "   l a b e l = " A u t h o r . U s e r . O u L e v 7 " > < ! [ C D A T A [   ] ] > < / T e x t >  
                 < T e x t   i d = " A u t h o r . U s e r . O u M a i l "   l a b e l = " A u t h o r . U s e r . O u M a i l " > < ! [ C D A T A [ i n f o @ b d . z h . c h ] ] > < / T e x t >  
                 < T e x t   i d = " A u t h o r . U s e r . O u P h o n e "   l a b e l = " A u t h o r . U s e r . O u P h o n e " > < ! [ C D A T A [ + 4 1   4 3   2 5 9   2 8   4 2 ] ] > < / T e x t >  
                 < T e x t   i d = " A u t h o r . U s e r . P h o n e "   l a b e l = " A u t h o r . U s e r . P h o n e " > < ! [ C D A T A [ + 4 1   4 3   2 5 9   2 8   9 2 ] ] > < / T e x t >  
                 < T e x t   i d = " A u t h o r . U s e r . P o s t a l . C i t y "   l a b e l = " A u t h o r . U s e r . P o s t a l . C i t y " > < ! [ C D A T A [ Z � r i c h ] ] > < / T e x t >  
                 < T e x t   i d = " A u t h o r . U s e r . P o s t a l . O f f i c e N a m e "   l a b e l = " A u t h o r . U s e r . P o s t a l . O f f i c e N a m e " > < ! [ C D A T A [ 3 0 5 ] ] > < / T e x t >  
                 < T e x t   i d = " A u t h o r . U s e r . P o s t a l . P O B o x "   l a b e l = " A u t h o r . U s e r . P o s t a l . P O B o x " > < ! [ C D A T A [   ] ] > < / T e x t >  
                 < T e x t   i d = " A u t h o r . U s e r . P o s t a l . S t r e e t "   l a b e l = " A u t h o r . U s e r . P o s t a l . S t r e e t " > < ! [ C D A T A [ S t a m p f e n b a c h s t r a s s e   1 1 0 ] ] > < / T e x t >  
                 < T e x t   i d = " A u t h o r . U s e r . P o s t a l . Z i p "   l a b e l = " A u t h o r . U s e r . P o s t a l . Z i p " > < ! [ C D A T A [ 8 0 9 0 ] ] > < / T e x t >  
                 < T e x t   i d = " A u t h o r . U s e r . S a l u t a t i o n "   l a b e l = " A u t h o r . U s e r . S a l u t a t i o n " > < ! [ C D A T A [ H e r r ] ] > < / T e x t >  
                 < T e x t   i d = " A u t h o r . U s e r . T i t l e "   l a b e l = " A u t h o r . U s e r . T i t l e " > < ! [ C D A T A [   ] ] > < / T e x t >  
                 < T e x t   i d = " A u t h o r . U s e r . U r l "   l a b e l = " A u t h o r . U s e r . U r l " > < ! [ C D A T A [ w w w . h o c h b a u a m t . z h . c h ] ] > < / T e x t >  
             < / A u t h o r >  
             < S i g n e r _ 0 >  
                 < T e x t   i d = " S i g n e r _ 0 . I d "   l a b e l = " S i g n e r _ 0 . I d " > < ! [ C D A T A [ 2 8 b a 5 1 b 2 - 2 0 6 1 - 4 e e 0 - 8 6 d 0 - f c 3 4 e 6 0 e 4 b 7 b ] ] > < / T e x t >  
                 < T e x t   i d = " S i g n e r _ 0 . O r g a n i z a t i o n U n i t I d "   l a b e l = " S i g n e r _ 0 . O r g a n i z a t i o n U n i t I d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> < ! [ C D A T A [ S c h w e i z ] ] > < / T e x t >  
                 < T e x t   i d = " S i g n e r _ 0 . O r g . P o s t a l . L Z i p "   l a b e l = " S i g n e r _ 0 . O r g . P o s t a l . L Z i p " > < ! [ C D A T A [ C H ] ] > < / T e x t >  
                 < T e x t   i d = " S i g n e r _ 0 . O r g . T i t l e "   l a b e l = " S i g n e r _ 0 . O r g . T i t l e " > < ! [ C D A T A [ K a n t o n   Z � r i c h ] ] > < / T e x t >  
                 < T e x t   i d = " S i g n e r _ 0 . U s e r . A l i a s "   l a b e l = " S i g n e r _ 0 . U s e r . A l i a s " > < ! [ C D A T A [   ] ] > < / T e x t >  
                 < T e x t   i d = " S i g n e r _ 0 . U s e r . E m a i l "   l a b e l = " S i g n e r _ 0 . U s e r . E m a i l " > < ! [ C D A T A [ t h o m a s . g l a e s s @ b d . z h . c h ] ] > < / T e x t >  
                 < T e x t   i d = " S i g n e r _ 0 . U s e r . F a x "   l a b e l = " S i g n e r _ 0 . U s e r . F a x " > < ! [ C D A T A [ + 4 1   4 3   2 5 9   5 1   9 3 ] ] > < / T e x t >  
                 < T e x t   i d = " S i g n e r _ 0 . U s e r . F i r s t N a m e "   l a b e l = " S i g n e r _ 0 . U s e r . F i r s t N a m e " > < ! [ C D A T A [ T h o m a s ] ] > < / T e x t >  
                 < T e x t   i d = " S i g n e r _ 0 . U s e r . F u n c t i o n "   l a b e l = " S i g n e r _ 0 . U s e r . F u n c t i o n " > < ! [ C D A T A [ P r o j e k t l e i t e r ] ] > < / T e x t >  
                 < T e x t   i d = " S i g n e r _ 0 . U s e r . J o b D e s c r i p t i o n "   l a b e l = " S i g n e r _ 0 . U s e r . J o b D e s c r i p t i o n " > < ! [ C D A T A [   ] ] > < / T e x t >  
                 < T e x t   i d = " S i g n e r _ 0 . U s e r . L a s t N a m e "   l a b e l = " S i g n e r _ 0 . U s e r . L a s t N a m e " > < ! [ C D A T A [ G l � s s ] ] > < / T e x t >  
                 < T e x t   i d = " S i g n e r _ 0 . U s e r . O u L e v 1 "   l a b e l = " S i g n e r _ 0 . U s e r . O u L e v 1 " > < ! [ C D A T A [ K a n t o n   Z � r i c h ] ] > < / T e x t >  
                 < T e x t   i d = " S i g n e r _ 0 . U s e r . O u L e v 2 "   l a b e l = " S i g n e r _ 0 . U s e r . O u L e v 2 " > < ! [ C D A T A [ B a u d i r e k t i o n ] ] > < / T e x t >  
                 < T e x t   i d = " S i g n e r _ 0 . U s e r . O u L e v 3 "   l a b e l = " S i g n e r _ 0 . U s e r . O u L e v 3 " > < ! [ C D A T A [ H o c h b a u a m t ] ] > < / T e x t >  
                 < T e x t   i d = " S i g n e r _ 0 . U s e r . O u L e v 4 "   l a b e l = " S i g n e r _ 0 . U s e r . O u L e v 4 " > < ! [ C D A T A [ B a u b e r e i c h   D ] ] > < / T e x t >  
                 < T e x t   i d = " S i g n e r _ 0 . U s e r . O u L e v 5 "   l a b e l = " S i g n e r _ 0 . U s e r . O u L e v 5 " > < ! [ C D A T A [ R e s s o r t   1 ] ] > < / T e x t >  
                 < T e x t   i d = " S i g n e r _ 0 . U s e r . O u L e v 6 "   l a b e l = " S i g n e r _ 0 . U s e r . O u L e v 6 " > < ! [ C D A T A [   ] ] > < / T e x t >  
                 < T e x t   i d = " S i g n e r _ 0 . U s e r . O u L e v 7 "   l a b e l = " S i g n e r _ 0 . U s e r . O u L e v 7 " > < ! [ C D A T A [   ] ] > < / T e x t >  
                 < T e x t   i d = " S i g n e r _ 0 . U s e r . O u M a i l "   l a b e l = " S i g n e r _ 0 . U s e r . O u M a i l " > < ! [ C D A T A [ i n f o @ b d . z h . c h ] ] > < / T e x t >  
                 < T e x t   i d = " S i g n e r _ 0 . U s e r . O u P h o n e "   l a b e l = " S i g n e r _ 0 . U s e r . O u P h o n e " > < ! [ C D A T A [ + 4 1   4 3   2 5 9   2 8   4 2 ] ] > < / T e x t >  
                 < T e x t   i d = " S i g n e r _ 0 . U s e r . P h o n e "   l a b e l = " S i g n e r _ 0 . U s e r . P h o n e " > < ! [ C D A T A [ + 4 1   4 3   2 5 9   2 8   9 2 ] ] > < / T e x t >  
                 < T e x t   i d = " S i g n e r _ 0 . U s e r . P o s t a l . C i t y "   l a b e l = " S i g n e r _ 0 . U s e r . P o s t a l . C i t y " > < ! [ C D A T A [ Z � r i c h ] ] > < / T e x t >  
                 < T e x t   i d = " S i g n e r _ 0 . U s e r . P o s t a l . O f f i c e N a m e "   l a b e l = " S i g n e r _ 0 . U s e r . P o s t a l . O f f i c e N a m e " > < ! [ C D A T A [ 3 0 5 ] ] > < / T e x t >  
                 < T e x t   i d = " S i g n e r _ 0 . U s e r . P o s t a l . P O B o x "   l a b e l = " S i g n e r _ 0 . U s e r . P o s t a l . P O B o x " > < ! [ C D A T A [   ] ] > < / T e x t >  
                 < T e x t   i d = " S i g n e r _ 0 . U s e r . P o s t a l . S t r e e t "   l a b e l = " S i g n e r _ 0 . U s e r . P o s t a l . S t r e e t " > < ! [ C D A T A [ S t a m p f e n b a c h s t r a s s e   1 1 0 ] ] > < / T e x t >  
                 < T e x t   i d = " S i g n e r _ 0 . U s e r . P o s t a l . Z i p "   l a b e l = " S i g n e r _ 0 . U s e r . P o s t a l . Z i p " > < ! [ C D A T A [ 8 0 9 0 ] ] > < / T e x t >  
                 < T e x t   i d = " S i g n e r _ 0 . U s e r . S a l u t a t i o n "   l a b e l = " S i g n e r _ 0 . U s e r . S a l u t a t i o n " > < ! [ C D A T A [ H e r r ] ] > < / T e x t >  
                 < T e x t   i d = " S i g n e r _ 0 . U s e r . T i t l e "   l a b e l = " S i g n e r _ 0 . U s e r . T i t l e " > < ! [ C D A T A [   ] ] > < / T e x t >  
                 < T e x t   i d = " S i g n e r _ 0 . U s e r . U r l "   l a b e l = " S i g n e r _ 0 . U s e r . U r l " > < ! [ C D A T A [ w w w . h o c h b a u a m t . z h . c h ] ] > < / T e x t >  
             < / S i g n e r _ 0 >  
             < S i g n e r _ 1 >  
                 < T e x t   i d = " S i g n e r _ 1 . I d "   l a b e l = " S i g n e r _ 1 . I d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> < ! [ C D A T A [   ] ] > < / T e x t >  
                 < T e x t   i d = " S i g n e r _ 1 . O r g . P o s t a l . C o u n t r y "   l a b e l = " S i g n e r _ 1 . O r g . P o s t a l . C o u n t r y " > < ! [ C D A T A [   ] ] > < / T e x t >  
                 < T e x t   i d = " S i g n e r _ 1 . O r g . P o s t a l . L Z i p "   l a b e l = " S i g n e r _ 1 . O r g . P o s t a l . L Z i p " > < ! [ C D A T A [   ] ] > < / T e x t >  
                 < T e x t   i d = " S i g n e r _ 1 . O r g . T i t l e "   l a b e l = " S i g n e r _ 1 . O r g . T i t l e " > < ! [ C D A T A [   ] ] > < / T e x t >  
                 < T e x t   i d = " S i g n e r _ 1 . U s e r . A l i a s "   l a b e l = " S i g n e r _ 1 . U s e r . A l i a s " > < ! [ C D A T A [   ] ] > < / T e x t >  
                 < T e x t   i d = " S i g n e r _ 1 . U s e r . E m a i l "   l a b e l = " S i g n e r _ 1 . U s e r . E m a i l " > < ! [ C D A T A [   ] ] > < / T e x t >  
                 < T e x t   i d = " S i g n e r _ 1 . U s e r . F a x "   l a b e l = " S i g n e r _ 1 . U s e r . F a x " > < ! [ C D A T A [   ] ] > < / T e x t >  
                 < T e x t   i d = " S i g n e r _ 1 . U s e r . F i r s t N a m e "   l a b e l = " S i g n e r _ 1 . U s e r . F i r s t N a m e " > < ! [ C D A T A [   ] ] > < / T e x t >  
                 < T e x t   i d = " S i g n e r _ 1 . U s e r . F u n c t i o n "   l a b e l = " S i g n e r _ 1 . U s e r . F u n c t i o n " > < ! [ C D A T A [   ] ] > < / T e x t >  
                 < T e x t   i d = " S i g n e r _ 1 . U s e r . J o b D e s c r i p t i o n "   l a b e l = " S i g n e r _ 1 . U s e r . J o b D e s c r i p t i o n " > < ! [ C D A T A [   ] ] > < / T e x t >  
                 < T e x t   i d = " S i g n e r _ 1 . U s e r . L a s t N a m e "   l a b e l = " S i g n e r _ 1 . U s e r . L a s t N a m e " > < ! [ C D A T A [   ] ] > < / T e x t >  
                 < T e x t   i d = " S i g n e r _ 1 . U s e r . O u L e v 1 "   l a b e l = " S i g n e r _ 1 . U s e r . O u L e v 1 " > < ! [ C D A T A [   ] ] > < / T e x t >  
                 < T e x t   i d = " S i g n e r _ 1 . U s e r . O u L e v 2 "   l a b e l = " S i g n e r _ 1 . U s e r . O u L e v 2 " > < ! [ C D A T A [   ] ] > < / T e x t >  
                 < T e x t   i d = " S i g n e r _ 1 . U s e r . O u L e v 3 "   l a b e l = " S i g n e r _ 1 . U s e r . O u L e v 3 " > < ! [ C D A T A [   ] ] > < / T e x t >  
                 < T e x t   i d = " S i g n e r _ 1 . U s e r . O u L e v 4 "   l a b e l = " S i g n e r _ 1 . U s e r . O u L e v 4 " > < ! [ C D A T A [   ] ] > < / T e x t >  
                 < T e x t   i d = " S i g n e r _ 1 . U s e r . O u L e v 5 "   l a b e l = " S i g n e r _ 1 . U s e r . O u L e v 5 " > < ! [ C D A T A [   ] ] > < / T e x t >  
                 < T e x t   i d = " S i g n e r _ 1 . U s e r . O u L e v 6 "   l a b e l = " S i g n e r _ 1 . U s e r . O u L e v 6 " > < ! [ C D A T A [   ] ] > < / T e x t >  
                 < T e x t   i d = " S i g n e r _ 1 . U s e r . O u L e v 7 "   l a b e l = " S i g n e r _ 1 . U s e r . O u L e v 7 " > < ! [ C D A T A [   ] ] > < / T e x t >  
                 < T e x t   i d = " S i g n e r _ 1 . U s e r . O u M a i l "   l a b e l = " S i g n e r _ 1 . U s e r . O u M a i l " > < ! [ C D A T A [   ] ] > < / T e x t >  
                 < T e x t   i d = " S i g n e r _ 1 . U s e r . O u P h o n e "   l a b e l = " S i g n e r _ 1 . U s e r . O u P h o n e " > < ! [ C D A T A [   ] ] > < / T e x t >  
                 < T e x t   i d = " S i g n e r _ 1 . U s e r . P h o n e "   l a b e l = " S i g n e r _ 1 . U s e r . P h o n e " > < ! [ C D A T A [   ] ] > < / T e x t >  
                 < T e x t   i d = " S i g n e r _ 1 . U s e r . P o s t a l . C i t y "   l a b e l = " S i g n e r _ 1 . U s e r . P o s t a l . C i t y " > < ! [ C D A T A [   ] ] > < / T e x t >  
                 < T e x t   i d = " S i g n e r _ 1 . U s e r . P o s t a l . O f f i c e N a m e "   l a b e l = " S i g n e r _ 1 . U s e r . P o s t a l . O f f i c e N a m e " > < ! [ C D A T A [   ] ] > < / T e x t >  
                 < T e x t   i d = " S i g n e r _ 1 . U s e r . P o s t a l . P O B o x "   l a b e l = " S i g n e r _ 1 . U s e r . P o s t a l . P O B o x " > < ! [ C D A T A [   ] ] > < / T e x t >  
                 < T e x t   i d = " S i g n e r _ 1 . U s e r . P o s t a l . S t r e e t "   l a b e l = " S i g n e r _ 1 . U s e r . P o s t a l . S t r e e t " > < ! [ C D A T A [   ] ] > < / T e x t >  
                 < T e x t   i d = " S i g n e r _ 1 . U s e r . P o s t a l . Z i p "   l a b e l = " S i g n e r _ 1 . U s e r . P o s t a l . Z i p " > < ! [ C D A T A [   ] ] > < / T e x t >  
                 < T e x t   i d = " S i g n e r _ 1 . U s e r . S a l u t a t i o n "   l a b e l = " S i g n e r _ 1 . U s e r . S a l u t a t i o n " > < ! [ C D A T A [   ] ] > < / T e x t >  
                 < T e x t   i d = " S i g n e r _ 1 . U s e r . T i t l e "   l a b e l = " S i g n e r _ 1 . U s e r . T i t l e " > < ! [ C D A T A [   ] ] > < / T e x t >  
                 < T e x t   i d = " S i g n e r _ 1 . U s e r . U r l "   l a b e l = " S i g n e r _ 1 . U s e r . U r l " > < ! [ C D A T A [   ] ] > < / T e x t >  
             < / S i g n e r _ 1 >  
             < S i g n e r _ 2 >  
                 < T e x t   i d = " S i g n e r _ 2 . I d "   l a b e l = " S i g n e r _ 2 . I d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> < ! [ C D A T A [   ] ] > < / T e x t >  
                 < T e x t   i d = " S i g n e r _ 2 . O r g . P o s t a l . C o u n t r y "   l a b e l = " S i g n e r _ 2 . O r g . P o s t a l . C o u n t r y " > < ! [ C D A T A [   ] ] > < / T e x t >  
                 < T e x t   i d = " S i g n e r _ 2 . O r g . P o s t a l . L Z i p "   l a b e l = " S i g n e r _ 2 . O r g . P o s t a l . L Z i p " > < ! [ C D A T A [   ] ] > < / T e x t >  
                 < T e x t   i d = " S i g n e r _ 2 . O r g . T i t l e "   l a b e l = " S i g n e r _ 2 . O r g . T i t l e " > < ! [ C D A T A [   ] ] > < / T e x t >  
                 < T e x t   i d = " S i g n e r _ 2 . U s e r . A l i a s "   l a b e l = " S i g n e r _ 2 . U s e r . A l i a s " > < ! [ C D A T A [   ] ] > < / T e x t >  
                 < T e x t   i d = " S i g n e r _ 2 . U s e r . E m a i l "   l a b e l = " S i g n e r _ 2 . U s e r . E m a i l " > < ! [ C D A T A [   ] ] > < / T e x t >  
                 < T e x t   i d = " S i g n e r _ 2 . U s e r . F a x "   l a b e l = " S i g n e r _ 2 . U s e r . F a x " > < ! [ C D A T A [   ] ] > < / T e x t >  
                 < T e x t   i d = " S i g n e r _ 2 . U s e r . F i r s t N a m e "   l a b e l = " S i g n e r _ 2 . U s e r . F i r s t N a m e " > < ! [ C D A T A [   ] ] > < / T e x t >  
                 < T e x t   i d = " S i g n e r _ 2 . U s e r . F u n c t i o n "   l a b e l = " S i g n e r _ 2 . U s e r . F u n c t i o n " > < ! [ C D A T A [   ] ] > < / T e x t >  
                 < T e x t   i d = " S i g n e r _ 2 . U s e r . J o b D e s c r i p t i o n "   l a b e l = " S i g n e r _ 2 . U s e r . J o b D e s c r i p t i o n " > < ! [ C D A T A [   ] ] > < / T e x t >  
                 < T e x t   i d = " S i g n e r _ 2 . U s e r . L a s t N a m e "   l a b e l = " S i g n e r _ 2 . U s e r . L a s t N a m e " > < ! [ C D A T A [   ] ] > < / T e x t >  
                 < T e x t   i d = " S i g n e r _ 2 . U s e r . O u L e v 1 "   l a b e l = " S i g n e r _ 2 . U s e r . O u L e v 1 " > < ! [ C D A T A [   ] ] > < / T e x t >  
                 < T e x t   i d = " S i g n e r _ 2 . U s e r . O u L e v 2 "   l a b e l = " S i g n e r _ 2 . U s e r . O u L e v 2 " > < ! [ C D A T A [   ] ] > < / T e x t >  
                 < T e x t   i d = " S i g n e r _ 2 . U s e r . O u L e v 3 "   l a b e l = " S i g n e r _ 2 . U s e r . O u L e v 3 " > < ! [ C D A T A [   ] ] > < / T e x t >  
                 < T e x t   i d = " S i g n e r _ 2 . U s e r . O u L e v 4 "   l a b e l = " S i g n e r _ 2 . U s e r . O u L e v 4 " > < ! [ C D A T A [   ] ] > < / T e x t >  
                 < T e x t   i d = " S i g n e r _ 2 . U s e r . O u L e v 5 "   l a b e l = " S i g n e r _ 2 . U s e r . O u L e v 5 " > < ! [ C D A T A [   ] ] > < / T e x t >  
                 < T e x t   i d = " S i g n e r _ 2 . U s e r . O u L e v 6 "   l a b e l = " S i g n e r _ 2 . U s e r . O u L e v 6 " > < ! [ C D A T A [   ] ] > < / T e x t >  
                 < T e x t   i d = " S i g n e r _ 2 . U s e r . O u L e v 7 "   l a b e l = " S i g n e r _ 2 . U s e r . O u L e v 7 " > < ! [ C D A T A [   ] ] > < / T e x t >  
                 < T e x t   i d = " S i g n e r _ 2 . U s e r . O u M a i l "   l a b e l = " S i g n e r _ 2 . U s e r . O u M a i l " > < ! [ C D A T A [   ] ] > < / T e x t >  
                 < T e x t   i d = " S i g n e r _ 2 . U s e r . O u P h o n e "   l a b e l = " S i g n e r _ 2 . U s e r . O u P h o n e " > < ! [ C D A T A [   ] ] > < / T e x t >  
                 < T e x t   i d = " S i g n e r _ 2 . U s e r . P h o n e "   l a b e l = " S i g n e r _ 2 . U s e r . P h o n e " > < ! [ C D A T A [   ] ] > < / T e x t >  
                 < T e x t   i d = " S i g n e r _ 2 . U s e r . P o s t a l . C i t y "   l a b e l = " S i g n e r _ 2 . U s e r . P o s t a l . C i t y " > < ! [ C D A T A [   ] ] > < / T e x t >  
                 < T e x t   i d = " S i g n e r _ 2 . U s e r . P o s t a l . O f f i c e N a m e "   l a b e l = " S i g n e r _ 2 . U s e r . P o s t a l . O f f i c e N a m e " > < ! [ C D A T A [   ] ] > < / T e x t >  
                 < T e x t   i d = " S i g n e r _ 2 . U s e r . P o s t a l . P O B o x "   l a b e l = " S i g n e r _ 2 . U s e r . P o s t a l . P O B o x " > < ! [ C D A T A [   ] ] > < / T e x t >  
                 < T e x t   i d = " S i g n e r _ 2 . U s e r . P o s t a l . S t r e e t "   l a b e l = " S i g n e r _ 2 . U s e r . P o s t a l . S t r e e t " > < ! [ C D A T A [   ] ] > < / T e x t >  
                 < T e x t   i d = " S i g n e r _ 2 . U s e r . P o s t a l . Z i p "   l a b e l = " S i g n e r _ 2 . U s e r . P o s t a l . Z i p " > < ! [ C D A T A [   ] ] > < / T e x t >  
                 < T e x t   i d = " S i g n e r _ 2 . U s e r . S a l u t a t i o n "   l a b e l = " S i g n e r _ 2 . U s e r . S a l u t a t i o n " > < ! [ C D A T A [   ] ] > < / T e x t >  
                 < T e x t   i d = " S i g n e r _ 2 . U s e r . T i t l e "   l a b e l = " S i g n e r _ 2 . U s e r . T i t l e " > < ! [ C D A T A [   ] ] > < / T e x t >  
                 < T e x t   i d = " S i g n e r _ 2 . U s e r . U r l "   l a b e l = " S i g n e r _ 2 . U s e r . U r l " > < ! [ C D A T A [   ] ] > < / T e x t >  
             < / S i g n e r _ 2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D  
 �  
 R e s s o r t   1 ] ] > < / T e x t >  
                 < T e x t   i d = " C u s t o m E l e m e n t s . H e a d e r . S c r i p t 4 "   l a b e l = " C u s t o m E l e m e n t s . H e a d e r . S c r i p t 4 " > < ! [ C D A T A [ T h o m a s   G l � s s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T h o m a s   G l � s s  
 P r o j e k t l e i t e r  
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B a u d i r e k t i o n ] ] > < / T e x t >  
                 < T e x t   i d = " C u s t o m E l e m e n t s . H e a d e r . V o r g e s e t z e r S c r i p t 1 "   l a b e l = " C u s t o m E l e m e n t s . H e a d e r . V o r g e s e t z e r S c r i p t 1 " > < ! [ C D A T A [ T h o m a s   G l � s s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2 9 .   M � r z   2 0 1 9 ] ] > < / T e x t >  
                 < T e x t   i d = " C u s t o m E l e m e n t s . H e a d e r . D a t e F i e l d "   l a b e l = " C u s t o m E l e m e n t s . H e a d e r . D a t e F i e l d " > < ! [ C D A T A [ 2 9 .   M � r z   2 0 1 9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D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D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T h o m a s   G l � s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< / S c r i p t i n g >  
             < T o o l b o x >  
                 < T e x t   i d = " D o c u m e n t P r o p e r t i e s . S a v e P a t h " > < ! [ C D A T A [ K : \ B D - H B A - P r o j e k t e \ _ D i v _ O r t e \ K a n t o n s s c h u l e n _ A l l g \ 6 0 0 3 9   l   K   A l l g   l   R a h m e n v e r t r a g   P Q M   Q S \ 0 7 _ D i e n s t l _ A u f t r a e g e \ 5 9 8 - 0 1   Q S \ B   B e i l a g e n   Q S \ B 1   A n g a b e n   U n t e r n e h m u n g . d o c x ] ] > < / T e x t >  
                 < T e x t   i d = " D o c u m e n t P r o p e r t i e s . D o c u m e n t N a m e " > < ! [ C D A T A [ B 1   A n g a b e n   U n t e r n e h m u n g . d o c x ] ] > < / T e x t >  
                 < D a t e T i m e   i d = " D o c u m e n t P r o p e r t i e s . S a v e T i m e s t a m p "   l i d = " D e u t s c h   ( D e u t s c h l a n d ) " > 2 0 2 5 - 0 9 - 2 4 T 0 6 : 1 1 : 3 9 . 3 7 6 8 0 2 Z < / D a t e T i m e >  
             < / T o o l b o x >  
         < / D a t a M o d e l >  
     < / C o n t e n t >  
     < T e m p l a t e T r e e   C r e a t i o n M o d e = " P u b l i s h e d " >  
         < T e m p l a t e   t I d = " a 7 6 f 6 3 e 3 - 7 e b 0 - 4 e 2 d - 8 d 3 2 - 6 f b f f a 0 7 3 6 d f "   i n t e r n a l T I d = " a 7 6 f 6 3 e 3 - 7 e b 0 - 4 e 2 d - 8 d 3 2 - 6 f b f f a 0 7 3 6 d f " >  
             < B a s e d O n >  
                 < T e m p l a t e   t I d = " 3 b f e 3 6 9 5 - 1 2 a 0 - 4 7 8 2 - a 5 3 7 - c 9 c b 6 b a 0 a b 6 6 "   i n t e r n a l T I d = " 3 b f e 3 6 9 5 - 1 2 a 0 - 4 7 8 2 - a 5 3 7 - c 9 c b 6 b a 0 a b 6 6 " >  
                     < B a s e d O n >  
                         < T e m p l a t e   t I d = " 3 f 0 1 6 c 9 5 - 6 2 3 7 - 4 1 e 5 - 8 4 0 a - 2 0 1 5 1 e 1 5 4 5 4 6 "   i n t e r n a l T I d = " 3 f 0 1 6 c 9 5 - 6 2 3 7 - 4 1 e 5 - 8 4 0 a - 2 0 1 5 1 e 1 5 4 5 4 6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2C86EC77-48F1-48B3-A80F-B46C69792A37}">
  <ds:schemaRefs>
    <ds:schemaRef ds:uri="http://www.w3.org/2001/XMLSchema"/>
    <ds:schemaRef ds:uri="http://schema.oneoffixx.com/OneOffixxImageDefinitionPart/1"/>
  </ds:schemaRefs>
</ds:datastoreItem>
</file>

<file path=customXml/itemProps2.xml><?xml version="1.0" encoding="utf-8"?>
<ds:datastoreItem xmlns:ds="http://schemas.openxmlformats.org/officeDocument/2006/customXml" ds:itemID="{425B0489-18D1-4D75-AD60-83FCBE777415}">
  <ds:schemaRefs>
    <ds:schemaRef ds:uri="http://www.w3.org/2001/XMLSchema"/>
    <ds:schemaRef ds:uri="http://schema.oneoffixx.com/OneOffixxExtendedBindingPart/1"/>
  </ds:schemaRefs>
</ds:datastoreItem>
</file>

<file path=customXml/itemProps3.xml><?xml version="1.0" encoding="utf-8"?>
<ds:datastoreItem xmlns:ds="http://schemas.openxmlformats.org/officeDocument/2006/customXml" ds:itemID="{ADDF9495-1D88-46DF-993B-92ED1B57BC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A7FC7-28E4-443B-B76D-7815B477204C}">
  <ds:schemaRefs>
    <ds:schemaRef ds:uri="http://www.w3.org/2001/XMLSchema"/>
    <ds:schemaRef ds:uri="http://schema.oneoffixx.com/OneOffixxFormattingPart/1"/>
    <ds:schemaRef ds:uri=""/>
  </ds:schemaRefs>
</ds:datastoreItem>
</file>

<file path=customXml/itemProps5.xml><?xml version="1.0" encoding="utf-8"?>
<ds:datastoreItem xmlns:ds="http://schemas.openxmlformats.org/officeDocument/2006/customXml" ds:itemID="{47E5A155-F42A-4178-82F2-12F177BE2055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09078df7-24ce-433e-8ddb-26ba2db69680.dotx</Template>
  <TotalTime>0</TotalTime>
  <Pages>3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Gläss Thomas</dc:creator>
  <cp:lastModifiedBy>Gregor Goldinger</cp:lastModifiedBy>
  <cp:revision>29</cp:revision>
  <cp:lastPrinted>2025-09-24T06:11:00Z</cp:lastPrinted>
  <dcterms:created xsi:type="dcterms:W3CDTF">2023-09-26T05:58:00Z</dcterms:created>
  <dcterms:modified xsi:type="dcterms:W3CDTF">2025-09-24T06:11:00Z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